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6C7" w:rsidRDefault="00B426C7" w:rsidP="007F405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sz w:val="36"/>
          <w:szCs w:val="36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</w:t>
      </w:r>
      <w:r w:rsidRPr="002515C7">
        <w:rPr>
          <w:rFonts w:ascii="Times New Roman" w:hAnsi="Times New Roman" w:cs="Times New Roman"/>
          <w:bCs/>
          <w:sz w:val="28"/>
          <w:szCs w:val="28"/>
        </w:rPr>
        <w:t>ПРИЛОЖЕНИЕ 1</w:t>
      </w:r>
    </w:p>
    <w:p w:rsidR="00B426C7" w:rsidRDefault="00B426C7" w:rsidP="007F405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к постановлению администрации</w:t>
      </w:r>
    </w:p>
    <w:p w:rsidR="00B426C7" w:rsidRDefault="00B426C7" w:rsidP="007F405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Новопетровского сельского поселения</w:t>
      </w:r>
    </w:p>
    <w:p w:rsidR="00B426C7" w:rsidRDefault="00B426C7" w:rsidP="007F405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Павловского района</w:t>
      </w:r>
    </w:p>
    <w:p w:rsidR="00B426C7" w:rsidRPr="002515C7" w:rsidRDefault="00B426C7" w:rsidP="007F405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от _________  №____</w:t>
      </w:r>
    </w:p>
    <w:p w:rsidR="00B426C7" w:rsidRDefault="00B426C7" w:rsidP="002000B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426C7" w:rsidRPr="002515C7" w:rsidRDefault="00B426C7" w:rsidP="002000B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515C7">
        <w:rPr>
          <w:rFonts w:ascii="Times New Roman" w:hAnsi="Times New Roman" w:cs="Times New Roman"/>
          <w:bCs/>
          <w:sz w:val="28"/>
          <w:szCs w:val="28"/>
        </w:rPr>
        <w:t>РОЕКТ</w:t>
      </w:r>
    </w:p>
    <w:p w:rsidR="00B426C7" w:rsidRPr="002515C7" w:rsidRDefault="00B426C7" w:rsidP="002515C7">
      <w:pPr>
        <w:jc w:val="center"/>
        <w:rPr>
          <w:rFonts w:ascii="Times New Roman" w:hAnsi="Times New Roman" w:cs="Times New Roman"/>
          <w:sz w:val="28"/>
          <w:szCs w:val="28"/>
        </w:rPr>
      </w:pPr>
      <w:r w:rsidRPr="002515C7">
        <w:rPr>
          <w:rFonts w:ascii="Times New Roman" w:hAnsi="Times New Roman" w:cs="Times New Roman"/>
          <w:bCs/>
          <w:sz w:val="28"/>
          <w:szCs w:val="28"/>
        </w:rPr>
        <w:t xml:space="preserve">решения Совета </w:t>
      </w:r>
      <w:r>
        <w:rPr>
          <w:rFonts w:ascii="Times New Roman" w:hAnsi="Times New Roman" w:cs="Times New Roman"/>
          <w:bCs/>
          <w:sz w:val="28"/>
          <w:szCs w:val="28"/>
        </w:rPr>
        <w:t>Новопетровского</w:t>
      </w:r>
      <w:r w:rsidRPr="002515C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Павловского 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2515C7">
        <w:rPr>
          <w:rFonts w:ascii="Times New Roman" w:hAnsi="Times New Roman" w:cs="Times New Roman"/>
          <w:bCs/>
          <w:sz w:val="28"/>
          <w:szCs w:val="28"/>
        </w:rPr>
        <w:t>айона</w:t>
      </w:r>
    </w:p>
    <w:p w:rsidR="00B426C7" w:rsidRPr="002515C7" w:rsidRDefault="00B426C7" w:rsidP="002000B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2515C7">
        <w:rPr>
          <w:rFonts w:ascii="Times New Roman" w:hAnsi="Times New Roman" w:cs="Times New Roman"/>
          <w:bCs/>
          <w:sz w:val="28"/>
          <w:szCs w:val="28"/>
        </w:rPr>
        <w:t xml:space="preserve">Об исполнении бюджета </w:t>
      </w:r>
      <w:r>
        <w:rPr>
          <w:rFonts w:ascii="Times New Roman" w:hAnsi="Times New Roman" w:cs="Times New Roman"/>
          <w:bCs/>
          <w:sz w:val="28"/>
          <w:szCs w:val="28"/>
        </w:rPr>
        <w:t>Новопетровского</w:t>
      </w:r>
      <w:r w:rsidRPr="002515C7">
        <w:rPr>
          <w:rFonts w:ascii="Times New Roman" w:hAnsi="Times New Roman" w:cs="Times New Roman"/>
          <w:bCs/>
          <w:sz w:val="28"/>
          <w:szCs w:val="28"/>
        </w:rPr>
        <w:t xml:space="preserve"> сельского </w:t>
      </w:r>
    </w:p>
    <w:p w:rsidR="00B426C7" w:rsidRPr="002515C7" w:rsidRDefault="00B426C7" w:rsidP="002000B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15C7">
        <w:rPr>
          <w:rFonts w:ascii="Times New Roman" w:hAnsi="Times New Roman" w:cs="Times New Roman"/>
          <w:bCs/>
          <w:sz w:val="28"/>
          <w:szCs w:val="28"/>
        </w:rPr>
        <w:t>поселения Павловского района за 201</w:t>
      </w:r>
      <w:r>
        <w:rPr>
          <w:rFonts w:ascii="Times New Roman" w:hAnsi="Times New Roman" w:cs="Times New Roman"/>
          <w:bCs/>
          <w:sz w:val="28"/>
          <w:szCs w:val="28"/>
        </w:rPr>
        <w:t>7 год»</w:t>
      </w:r>
    </w:p>
    <w:p w:rsidR="00B426C7" w:rsidRPr="002515C7" w:rsidRDefault="00B426C7" w:rsidP="002000B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sub_1"/>
      <w:r w:rsidRPr="002515C7">
        <w:rPr>
          <w:rFonts w:ascii="Times New Roman" w:hAnsi="Times New Roman" w:cs="Times New Roman"/>
          <w:bCs/>
          <w:sz w:val="28"/>
          <w:szCs w:val="28"/>
        </w:rPr>
        <w:t>Статья 1</w:t>
      </w:r>
    </w:p>
    <w:bookmarkEnd w:id="0"/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</w:t>
      </w:r>
      <w:hyperlink r:id="rId6" w:history="1">
        <w:r w:rsidRPr="002000B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бюджета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Новопетровского сельского поселения Павловского района (далее- бюджет поселения)</w:t>
      </w:r>
      <w:r w:rsidRPr="002000B8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>
        <w:rPr>
          <w:rFonts w:ascii="Times New Roman" w:hAnsi="Times New Roman" w:cs="Times New Roman"/>
          <w:sz w:val="28"/>
          <w:szCs w:val="28"/>
        </w:rPr>
        <w:t>8534,6</w:t>
      </w:r>
      <w:r w:rsidRPr="002000B8">
        <w:rPr>
          <w:rFonts w:ascii="Times New Roman" w:hAnsi="Times New Roman" w:cs="Times New Roman"/>
          <w:sz w:val="28"/>
          <w:szCs w:val="28"/>
        </w:rPr>
        <w:t xml:space="preserve"> тыс. рублей, по расходам в сумме </w:t>
      </w:r>
      <w:r>
        <w:rPr>
          <w:rFonts w:ascii="Times New Roman" w:hAnsi="Times New Roman" w:cs="Times New Roman"/>
          <w:sz w:val="28"/>
          <w:szCs w:val="28"/>
        </w:rPr>
        <w:t>8805,8</w:t>
      </w:r>
      <w:r w:rsidRPr="002000B8">
        <w:rPr>
          <w:rFonts w:ascii="Times New Roman" w:hAnsi="Times New Roman" w:cs="Times New Roman"/>
          <w:sz w:val="28"/>
          <w:szCs w:val="28"/>
        </w:rPr>
        <w:t xml:space="preserve"> тыс. рублей с превышением </w:t>
      </w:r>
      <w:r>
        <w:rPr>
          <w:rFonts w:ascii="Times New Roman" w:hAnsi="Times New Roman" w:cs="Times New Roman"/>
          <w:sz w:val="28"/>
          <w:szCs w:val="28"/>
        </w:rPr>
        <w:t>расходов над доходами</w:t>
      </w:r>
      <w:r w:rsidRPr="002000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2000B8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 xml:space="preserve">) в сумме </w:t>
      </w:r>
      <w:r>
        <w:rPr>
          <w:rFonts w:ascii="Times New Roman" w:hAnsi="Times New Roman" w:cs="Times New Roman"/>
          <w:sz w:val="28"/>
          <w:szCs w:val="28"/>
        </w:rPr>
        <w:t>271,2</w:t>
      </w:r>
      <w:r w:rsidRPr="002000B8">
        <w:rPr>
          <w:rFonts w:ascii="Times New Roman" w:hAnsi="Times New Roman" w:cs="Times New Roman"/>
          <w:sz w:val="28"/>
          <w:szCs w:val="28"/>
        </w:rPr>
        <w:t> тыс. рублей и со следующими показателями:</w:t>
      </w:r>
    </w:p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1)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кодам классификации доходов бюджетов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1000" w:history="1">
        <w:r w:rsidRPr="002000B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1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2)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>, за 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2000B8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w:anchor="sub_2000" w:history="1">
        <w:r w:rsidRPr="002000B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2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3)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ведомственной структуре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3000" w:history="1">
        <w:r w:rsidRPr="00333AD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3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4) расходов бюджета </w:t>
      </w:r>
      <w:r w:rsidRPr="00333AD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бюджетов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4000" w:history="1">
        <w:r w:rsidRPr="00333AD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4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00B8">
        <w:rPr>
          <w:rFonts w:ascii="Times New Roman" w:hAnsi="Times New Roman" w:cs="Times New Roman"/>
          <w:sz w:val="28"/>
          <w:szCs w:val="28"/>
        </w:rPr>
        <w:t>5)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 xml:space="preserve"> на исполнение долгосрочных и целевых программ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5000" w:history="1">
        <w:r w:rsidRPr="00333AD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5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6) источников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кодам классификации источников финансирования дефицитов бюджетов за 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2000B8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w:anchor="sub_6000" w:history="1">
        <w:r w:rsidRPr="00333AD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6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7) источников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7000" w:history="1">
        <w:r w:rsidRPr="00333AD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7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.</w:t>
      </w:r>
    </w:p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Pr="002515C7" w:rsidRDefault="00B426C7" w:rsidP="002000B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sub_2"/>
      <w:r w:rsidRPr="002515C7">
        <w:rPr>
          <w:rFonts w:ascii="Times New Roman" w:hAnsi="Times New Roman" w:cs="Times New Roman"/>
          <w:bCs/>
          <w:sz w:val="28"/>
          <w:szCs w:val="28"/>
        </w:rPr>
        <w:t>Статья 2</w:t>
      </w:r>
    </w:p>
    <w:bookmarkEnd w:id="1"/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000B8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2000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2000B8">
        <w:rPr>
          <w:rFonts w:ascii="Times New Roman" w:hAnsi="Times New Roman" w:cs="Times New Roman"/>
          <w:sz w:val="28"/>
          <w:szCs w:val="28"/>
        </w:rPr>
        <w:t xml:space="preserve"> вступает в силу на следующий день после дня его </w:t>
      </w:r>
      <w:hyperlink r:id="rId7" w:history="1">
        <w:r w:rsidRPr="00333AD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официального 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обнародовани</w:t>
        </w:r>
        <w:r w:rsidRPr="00333AD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я</w:t>
        </w:r>
      </w:hyperlink>
      <w:r w:rsidRPr="002000B8">
        <w:rPr>
          <w:rFonts w:ascii="Times New Roman" w:hAnsi="Times New Roman" w:cs="Times New Roman"/>
          <w:sz w:val="28"/>
          <w:szCs w:val="28"/>
        </w:rPr>
        <w:t>.</w:t>
      </w:r>
    </w:p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Новопетровского сельского</w:t>
      </w:r>
    </w:p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Е.А. Бессонов</w:t>
      </w:r>
    </w:p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Pr="002000B8" w:rsidRDefault="00B426C7" w:rsidP="00200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Pr="002000B8" w:rsidRDefault="00B426C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B426C7" w:rsidRPr="002000B8" w:rsidSect="007F4059">
          <w:pgSz w:w="11900" w:h="16800"/>
          <w:pgMar w:top="851" w:right="567" w:bottom="1134" w:left="1701" w:header="720" w:footer="720" w:gutter="0"/>
          <w:cols w:space="720"/>
          <w:noEndnote/>
        </w:sectPr>
      </w:pPr>
    </w:p>
    <w:p w:rsidR="00B426C7" w:rsidRPr="00333AD8" w:rsidRDefault="00B426C7" w:rsidP="007F405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2" w:name="sub_1000"/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                                                                                                        ПРИЛОЖЕНИЕ 1</w:t>
      </w:r>
    </w:p>
    <w:bookmarkEnd w:id="2"/>
    <w:p w:rsidR="00B426C7" w:rsidRPr="00333AD8" w:rsidRDefault="00B426C7" w:rsidP="007F405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к решению Совета</w:t>
      </w:r>
    </w:p>
    <w:p w:rsidR="00B426C7" w:rsidRDefault="00B426C7" w:rsidP="007F405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Новопетровского сельского поселения</w:t>
      </w:r>
    </w:p>
    <w:p w:rsidR="00B426C7" w:rsidRDefault="00B426C7" w:rsidP="007F405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Павловского района</w:t>
      </w:r>
    </w:p>
    <w:p w:rsidR="00B426C7" w:rsidRDefault="00B426C7" w:rsidP="007F405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От _________     №___  </w:t>
      </w:r>
    </w:p>
    <w:p w:rsidR="00B426C7" w:rsidRDefault="00B426C7" w:rsidP="007F4059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2000B8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Pr="00333AD8" w:rsidRDefault="00B426C7" w:rsidP="002000B8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513"/>
        <w:gridCol w:w="1843"/>
        <w:gridCol w:w="2977"/>
        <w:gridCol w:w="1847"/>
      </w:tblGrid>
      <w:tr w:rsidR="00B426C7" w:rsidRPr="00333AD8">
        <w:tc>
          <w:tcPr>
            <w:tcW w:w="1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6C7" w:rsidRPr="00333AD8" w:rsidRDefault="00B426C7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  <w:p w:rsidR="00B426C7" w:rsidRPr="00333AD8" w:rsidRDefault="00B426C7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Новопетровского сельского поселения Павловского района 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по кодам классификации доходов бюджетов 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B426C7" w:rsidRPr="00333AD8" w:rsidRDefault="00B426C7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6C7" w:rsidRPr="00333AD8" w:rsidRDefault="00B426C7" w:rsidP="002000B8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333AD8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B426C7" w:rsidRPr="002000B8" w:rsidTr="008E387A">
        <w:tc>
          <w:tcPr>
            <w:tcW w:w="75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3056E0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3056E0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22279E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7 </w:t>
            </w:r>
            <w:r w:rsidRPr="00795AE4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</w:tr>
      <w:tr w:rsidR="00B426C7" w:rsidRPr="002000B8" w:rsidTr="008E387A">
        <w:tc>
          <w:tcPr>
            <w:tcW w:w="75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602E18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администратора поступлений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доходов бюджета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 поселения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B426C7" w:rsidRPr="002000B8" w:rsidTr="008E387A">
        <w:trPr>
          <w:trHeight w:val="410"/>
        </w:trPr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C613E6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C613E6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C613E6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C613E6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4</w:t>
            </w:r>
          </w:p>
        </w:tc>
      </w:tr>
      <w:tr w:rsidR="00B426C7" w:rsidRPr="002000B8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B426C7" w:rsidRPr="00795AE4" w:rsidTr="008E387A">
        <w:trPr>
          <w:trHeight w:val="345"/>
        </w:trPr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Style w:val="a"/>
                <w:rFonts w:ascii="Times New Roman" w:hAnsi="Times New Roman" w:cs="Times New Roman"/>
                <w:b w:val="0"/>
                <w:sz w:val="24"/>
              </w:rPr>
              <w:t>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333AD8">
            <w:pPr>
              <w:pStyle w:val="aff2"/>
              <w:ind w:hanging="549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8534,6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4C2AE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4C2AE4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9179AB" w:rsidRDefault="00B426C7" w:rsidP="00C22218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9179AB">
              <w:rPr>
                <w:rFonts w:ascii="Times New Roman" w:hAnsi="Times New Roman" w:cs="Times New Roman"/>
                <w:b/>
              </w:rPr>
              <w:t>1394,4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4C2AE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2279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573,0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4C2AE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  <w:p w:rsidR="00B426C7" w:rsidRPr="00296E90" w:rsidRDefault="00B426C7" w:rsidP="00296E90"/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4C2AE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926,6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4C2AE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4C2AE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96E9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-111,0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Style w:val="a"/>
                <w:rFonts w:ascii="Times New Roman" w:hAnsi="Times New Roman" w:cs="Times New Roman"/>
                <w:b w:val="0"/>
                <w:sz w:val="24"/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9179AB" w:rsidRDefault="00B426C7" w:rsidP="000574C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9179AB">
              <w:rPr>
                <w:rFonts w:ascii="Times New Roman" w:hAnsi="Times New Roman" w:cs="Times New Roman"/>
                <w:b/>
              </w:rPr>
              <w:t>4844,8</w:t>
            </w:r>
          </w:p>
        </w:tc>
      </w:tr>
      <w:tr w:rsidR="00B426C7" w:rsidRPr="00795AE4" w:rsidTr="008E387A">
        <w:trPr>
          <w:trHeight w:val="1224"/>
        </w:trPr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6C3208">
            <w:pPr>
              <w:pStyle w:val="affc"/>
              <w:jc w:val="both"/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1835,2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1E0705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5AE4">
              <w:rPr>
                <w:rFonts w:ascii="Times New Roman" w:hAnsi="Times New Roman" w:cs="Times New Roman"/>
              </w:rPr>
              <w:t>на доходы физических лиц с доходов, полученных</w:t>
            </w:r>
            <w:r>
              <w:rPr>
                <w:rFonts w:ascii="Times New Roman" w:hAnsi="Times New Roman" w:cs="Times New Roman"/>
              </w:rPr>
              <w:t xml:space="preserve">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74,7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0B4EC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лицами, </w:t>
            </w:r>
            <w:r>
              <w:rPr>
                <w:rFonts w:ascii="Times New Roman" w:hAnsi="Times New Roman" w:cs="Times New Roman"/>
              </w:rPr>
              <w:t>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0574C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365,7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Единый сельскохозяйственный налог</w:t>
            </w:r>
            <w:r>
              <w:rPr>
                <w:rFonts w:ascii="Times New Roman" w:hAnsi="Times New Roman" w:cs="Times New Roman"/>
              </w:rPr>
              <w:t xml:space="preserve">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7303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7303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3</w:t>
            </w:r>
            <w:r w:rsidRPr="00795AE4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7303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6C320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4</w:t>
            </w:r>
            <w:r w:rsidRPr="00795AE4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2271,1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27303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6C320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22279E" w:rsidRDefault="00B426C7" w:rsidP="002000B8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2279E">
              <w:rPr>
                <w:rFonts w:ascii="Times New Roman" w:hAnsi="Times New Roman" w:cs="Times New Roman"/>
                <w:b/>
              </w:rPr>
              <w:t>11,0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62227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2227D" w:rsidRDefault="00B426C7" w:rsidP="006222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2227D"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2227D" w:rsidRDefault="00B426C7" w:rsidP="0062227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</w:t>
            </w:r>
            <w:r w:rsidRPr="0062227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227D">
              <w:rPr>
                <w:rFonts w:ascii="Times New Roman" w:hAnsi="Times New Roman" w:cs="Times New Roman"/>
              </w:rPr>
              <w:t>18050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227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62227D">
              <w:rPr>
                <w:rFonts w:ascii="Times New Roman" w:hAnsi="Times New Roman" w:cs="Times New Roman"/>
              </w:rPr>
              <w:t xml:space="preserve"> 0000 140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2227D" w:rsidRDefault="00B426C7" w:rsidP="0062227D">
            <w:pPr>
              <w:pStyle w:val="aff2"/>
              <w:rPr>
                <w:rFonts w:ascii="Times New Roman" w:hAnsi="Times New Roman" w:cs="Times New Roman"/>
              </w:rPr>
            </w:pPr>
            <w:r w:rsidRPr="0062227D">
              <w:rPr>
                <w:rFonts w:ascii="Times New Roman" w:hAnsi="Times New Roman" w:cs="Times New Roman"/>
              </w:rPr>
              <w:t>10,0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62227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2227D" w:rsidRDefault="00B426C7" w:rsidP="006222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2227D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2227D" w:rsidRDefault="00B426C7" w:rsidP="0062227D">
            <w:pPr>
              <w:pStyle w:val="aff2"/>
              <w:rPr>
                <w:rFonts w:ascii="Times New Roman" w:hAnsi="Times New Roman" w:cs="Times New Roman"/>
              </w:rPr>
            </w:pPr>
            <w:r w:rsidRPr="0062227D">
              <w:rPr>
                <w:rFonts w:ascii="Times New Roman" w:hAnsi="Times New Roman" w:cs="Times New Roman"/>
              </w:rPr>
              <w:t>1 16 51040 02 0000 140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2227D" w:rsidRDefault="00B426C7" w:rsidP="0062227D">
            <w:pPr>
              <w:pStyle w:val="aff2"/>
              <w:rPr>
                <w:rFonts w:ascii="Times New Roman" w:hAnsi="Times New Roman" w:cs="Times New Roman"/>
              </w:rPr>
            </w:pPr>
            <w:r w:rsidRPr="0062227D">
              <w:rPr>
                <w:rFonts w:ascii="Times New Roman" w:hAnsi="Times New Roman" w:cs="Times New Roman"/>
              </w:rPr>
              <w:t>1,0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22279E" w:rsidRDefault="00B426C7" w:rsidP="00931FCB">
            <w:pPr>
              <w:pStyle w:val="aff2"/>
              <w:rPr>
                <w:b/>
              </w:rPr>
            </w:pPr>
            <w:r w:rsidRPr="0022279E">
              <w:rPr>
                <w:b/>
              </w:rPr>
              <w:t>2284,4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6C320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перечисления части прибыли, остающейся после оплаты налогов и иных обязательных платежей муниципальных унитарных предприятий, созданных сельскими поселениями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1 11 07015 10 0000 120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64013" w:rsidRDefault="00B426C7" w:rsidP="00C826A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</w:tr>
      <w:tr w:rsidR="00B426C7" w:rsidRPr="00795AE4" w:rsidTr="00755492">
        <w:trPr>
          <w:trHeight w:val="611"/>
        </w:trPr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Дотации бюджетам</w:t>
            </w:r>
            <w:r>
              <w:rPr>
                <w:rFonts w:ascii="Times New Roman" w:hAnsi="Times New Roman" w:cs="Times New Roman"/>
              </w:rPr>
              <w:t xml:space="preserve"> сельских</w:t>
            </w:r>
            <w:r w:rsidRPr="00795AE4">
              <w:rPr>
                <w:rFonts w:ascii="Times New Roman" w:hAnsi="Times New Roman" w:cs="Times New Roman"/>
              </w:rPr>
              <w:t xml:space="preserve"> поселений на выравнивание бюджетной обеспеченности</w:t>
            </w:r>
          </w:p>
          <w:p w:rsidR="00B426C7" w:rsidRPr="00795AE4" w:rsidRDefault="00B426C7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  <w:p w:rsidR="00B426C7" w:rsidRPr="00795AE4" w:rsidRDefault="00B426C7" w:rsidP="008E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6C7" w:rsidRPr="00795AE4" w:rsidRDefault="00B426C7" w:rsidP="008E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2 02 </w:t>
            </w:r>
            <w:r>
              <w:rPr>
                <w:rFonts w:ascii="Times New Roman" w:hAnsi="Times New Roman" w:cs="Times New Roman"/>
              </w:rPr>
              <w:t>15</w:t>
            </w:r>
            <w:r w:rsidRPr="00795AE4">
              <w:rPr>
                <w:rFonts w:ascii="Times New Roman" w:hAnsi="Times New Roman" w:cs="Times New Roman"/>
              </w:rPr>
              <w:t>001 10 0000 151</w:t>
            </w:r>
          </w:p>
          <w:p w:rsidR="00B426C7" w:rsidRPr="00795AE4" w:rsidRDefault="00B426C7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6C7" w:rsidRPr="00795AE4" w:rsidRDefault="00B426C7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596,3</w:t>
            </w:r>
          </w:p>
          <w:p w:rsidR="00B426C7" w:rsidRPr="00795AE4" w:rsidRDefault="00B426C7" w:rsidP="008161E0">
            <w:pPr>
              <w:rPr>
                <w:sz w:val="24"/>
                <w:szCs w:val="24"/>
              </w:rPr>
            </w:pPr>
          </w:p>
          <w:p w:rsidR="00B426C7" w:rsidRPr="00795AE4" w:rsidRDefault="00B426C7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Прочие субсидии бюджетам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795AE4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2 02 </w:t>
            </w:r>
            <w:r w:rsidRPr="00795AE4">
              <w:rPr>
                <w:rFonts w:ascii="Times New Roman" w:hAnsi="Times New Roman" w:cs="Times New Roman"/>
              </w:rPr>
              <w:t>299</w:t>
            </w:r>
            <w:r>
              <w:rPr>
                <w:rFonts w:ascii="Times New Roman" w:hAnsi="Times New Roman" w:cs="Times New Roman"/>
              </w:rPr>
              <w:t>9</w:t>
            </w:r>
            <w:r w:rsidRPr="00795AE4">
              <w:rPr>
                <w:rFonts w:ascii="Times New Roman" w:hAnsi="Times New Roman" w:cs="Times New Roman"/>
              </w:rPr>
              <w:t>9 10 0000 151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1322,2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E94C8A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2 02 </w:t>
            </w:r>
            <w:r>
              <w:rPr>
                <w:rFonts w:ascii="Times New Roman" w:hAnsi="Times New Roman" w:cs="Times New Roman"/>
              </w:rPr>
              <w:t>30024</w:t>
            </w:r>
            <w:r w:rsidRPr="00795AE4">
              <w:rPr>
                <w:rFonts w:ascii="Times New Roman" w:hAnsi="Times New Roman" w:cs="Times New Roman"/>
              </w:rPr>
              <w:t xml:space="preserve">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95AE4" w:rsidRDefault="00B426C7" w:rsidP="006C3208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,8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D5D2B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 w:rsidRPr="007D5D2B">
              <w:rPr>
                <w:rFonts w:ascii="Times New Roman" w:hAnsi="Times New Roman" w:cs="Times New Roman"/>
              </w:rPr>
              <w:t>2 02 35118 10 0000 151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D5D2B" w:rsidRDefault="00B426C7" w:rsidP="006C3208">
            <w:pPr>
              <w:pStyle w:val="aff2"/>
              <w:rPr>
                <w:rFonts w:ascii="Times New Roman" w:hAnsi="Times New Roman" w:cs="Times New Roman"/>
              </w:rPr>
            </w:pPr>
            <w:r w:rsidRPr="007D5D2B">
              <w:rPr>
                <w:rFonts w:ascii="Times New Roman" w:hAnsi="Times New Roman" w:cs="Times New Roman"/>
              </w:rPr>
              <w:t>74,4</w:t>
            </w:r>
          </w:p>
        </w:tc>
      </w:tr>
      <w:tr w:rsidR="00B426C7" w:rsidRPr="00795AE4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8161E0">
            <w:pPr>
              <w:pStyle w:val="aff2"/>
              <w:rPr>
                <w:rFonts w:ascii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D5D2B" w:rsidRDefault="00B426C7" w:rsidP="008161E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2 02 49999 10 0000 151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D5D2B" w:rsidRDefault="00B426C7" w:rsidP="006C320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B426C7" w:rsidRPr="00BC61C2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C61C2" w:rsidRDefault="00B426C7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безвозмездные поступления в бюджеты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сельских </w:t>
            </w:r>
            <w:r w:rsidRPr="00BC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</w:p>
          <w:p w:rsidR="00B426C7" w:rsidRPr="00BC61C2" w:rsidRDefault="00B426C7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C61C2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61C2">
              <w:rPr>
                <w:rFonts w:ascii="Times New Roman" w:hAnsi="Times New Roman" w:cs="Times New Roman"/>
                <w:color w:val="000000"/>
              </w:rPr>
              <w:t>992</w:t>
            </w:r>
          </w:p>
          <w:p w:rsidR="00B426C7" w:rsidRPr="00BC61C2" w:rsidRDefault="00B426C7" w:rsidP="008E38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C61C2" w:rsidRDefault="00B426C7" w:rsidP="008161E0">
            <w:pPr>
              <w:pStyle w:val="aff2"/>
              <w:rPr>
                <w:rFonts w:ascii="Times New Roman" w:hAnsi="Times New Roman" w:cs="Times New Roman"/>
                <w:color w:val="000000"/>
              </w:rPr>
            </w:pPr>
            <w:r w:rsidRPr="00BC61C2">
              <w:rPr>
                <w:rFonts w:ascii="Times New Roman" w:hAnsi="Times New Roman" w:cs="Times New Roman"/>
                <w:color w:val="000000"/>
              </w:rPr>
              <w:t>2 07 050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BC61C2">
              <w:rPr>
                <w:rFonts w:ascii="Times New Roman" w:hAnsi="Times New Roman" w:cs="Times New Roman"/>
                <w:color w:val="000000"/>
              </w:rPr>
              <w:t>0 10 0000 180</w:t>
            </w:r>
          </w:p>
          <w:p w:rsidR="00B426C7" w:rsidRPr="00BC61C2" w:rsidRDefault="00B426C7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0271AA">
            <w:pPr>
              <w:pStyle w:val="aff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45,5</w:t>
            </w:r>
          </w:p>
          <w:p w:rsidR="00B426C7" w:rsidRPr="00A478B6" w:rsidRDefault="00B426C7" w:rsidP="00A478B6"/>
        </w:tc>
      </w:tr>
      <w:tr w:rsidR="00B426C7" w:rsidRPr="00BC61C2" w:rsidTr="008E387A">
        <w:tc>
          <w:tcPr>
            <w:tcW w:w="7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C61C2" w:rsidRDefault="00B426C7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C61C2" w:rsidRDefault="00B426C7" w:rsidP="008E387A">
            <w:pPr>
              <w:pStyle w:val="aff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C61C2" w:rsidRDefault="00B426C7" w:rsidP="00A478B6">
            <w:pPr>
              <w:pStyle w:val="aff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2 18 60010 10 0000 151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C22218">
            <w:pPr>
              <w:pStyle w:val="aff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</w:tbl>
    <w:p w:rsidR="00B426C7" w:rsidRDefault="00B426C7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Pr="000B71F3" w:rsidRDefault="00B426C7" w:rsidP="000B71F3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</w:t>
      </w:r>
    </w:p>
    <w:p w:rsidR="00B426C7" w:rsidRPr="00C343F6" w:rsidRDefault="00B426C7" w:rsidP="00C343F6">
      <w:pPr>
        <w:tabs>
          <w:tab w:val="left" w:pos="142"/>
        </w:tabs>
        <w:jc w:val="both"/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Е.А. Бессонов</w:t>
      </w:r>
    </w:p>
    <w:p w:rsidR="00B426C7" w:rsidRPr="00333AD8" w:rsidRDefault="00B426C7" w:rsidP="00020F00">
      <w:pPr>
        <w:ind w:right="762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ПРИЛОЖЕНИЕ 2</w:t>
      </w:r>
    </w:p>
    <w:p w:rsidR="00B426C7" w:rsidRPr="00333AD8" w:rsidRDefault="00B426C7" w:rsidP="00020F00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к решению Совета</w:t>
      </w:r>
    </w:p>
    <w:p w:rsidR="00B426C7" w:rsidRDefault="00B426C7" w:rsidP="00020F00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Новопетровского сельского поселения</w:t>
      </w:r>
    </w:p>
    <w:p w:rsidR="00B426C7" w:rsidRDefault="00B426C7" w:rsidP="00020F00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Павловского района</w:t>
      </w:r>
    </w:p>
    <w:p w:rsidR="00B426C7" w:rsidRDefault="00B426C7" w:rsidP="00020F00">
      <w:pPr>
        <w:ind w:firstLine="720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От  _________  № ______</w:t>
      </w:r>
    </w:p>
    <w:p w:rsidR="00B426C7" w:rsidRDefault="00B426C7" w:rsidP="00020F00">
      <w:pPr>
        <w:ind w:firstLine="720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020F00">
      <w:pPr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"/>
        <w:gridCol w:w="1701"/>
        <w:gridCol w:w="4393"/>
        <w:gridCol w:w="2692"/>
        <w:gridCol w:w="1983"/>
        <w:gridCol w:w="1700"/>
        <w:gridCol w:w="1700"/>
      </w:tblGrid>
      <w:tr w:rsidR="00B426C7" w:rsidRPr="002000B8" w:rsidTr="008E387A"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6C7" w:rsidRPr="00107E5C" w:rsidRDefault="00B426C7" w:rsidP="00107E5C">
            <w:pPr>
              <w:pStyle w:val="Heading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6C7" w:rsidRPr="00107E5C" w:rsidRDefault="00B426C7" w:rsidP="00107E5C">
            <w:pPr>
              <w:pStyle w:val="Heading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ДОХОДЫ                                                                                                                                                                                       бюджета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Новопетровского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сельского поселения по кодам видов доходов, подвидов доходов, классификации операций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сектора государственного управления, относящихся к доходам бюджета поселения за 201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</w:p>
          <w:p w:rsidR="00B426C7" w:rsidRPr="00107E5C" w:rsidRDefault="00B426C7" w:rsidP="00554C30">
            <w:pPr>
              <w:pStyle w:val="aff2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07E5C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B426C7" w:rsidRPr="00FD5BCC" w:rsidTr="008E387A">
        <w:trPr>
          <w:trHeight w:val="2292"/>
        </w:trPr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107E5C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107E5C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D67AE0">
            <w:pPr>
              <w:pStyle w:val="Heading1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сельского поселения Павловского района от </w:t>
            </w:r>
            <w:r w:rsidRPr="00E47EB0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16.12.2016</w:t>
            </w:r>
          </w:p>
          <w:p w:rsidR="00B426C7" w:rsidRPr="00FD5BCC" w:rsidRDefault="00B426C7" w:rsidP="00E47EB0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E47EB0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№ 33/88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0574C7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Уточненные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E47EB0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7 </w:t>
            </w:r>
            <w:r w:rsidRPr="00FD5BCC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5063C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5063C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5063C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5063C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E5063C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"/>
                <w:rFonts w:ascii="Times New Roman" w:hAnsi="Times New Roman" w:cs="Times New Roman"/>
                <w:b w:val="0"/>
                <w:sz w:val="24"/>
              </w:rPr>
              <w:t>Доходы,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2000B8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63226A">
              <w:rPr>
                <w:rFonts w:ascii="Times New Roman" w:hAnsi="Times New Roman" w:cs="Times New Roman"/>
              </w:rPr>
              <w:t>6242,2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71D9A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071D9A">
              <w:rPr>
                <w:rFonts w:ascii="Times New Roman" w:hAnsi="Times New Roman" w:cs="Times New Roman"/>
              </w:rPr>
              <w:t>8448,0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911704" w:rsidRDefault="00B426C7" w:rsidP="00911704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071D9A">
              <w:rPr>
                <w:rFonts w:ascii="Times New Roman" w:hAnsi="Times New Roman" w:cs="Times New Roman"/>
              </w:rPr>
              <w:t>8534,6</w:t>
            </w:r>
          </w:p>
        </w:tc>
      </w:tr>
      <w:tr w:rsidR="00B426C7" w:rsidRPr="00071D9A" w:rsidTr="008E387A">
        <w:trPr>
          <w:trHeight w:val="360"/>
        </w:trPr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"/>
                <w:rFonts w:ascii="Times New Roman" w:hAnsi="Times New Roman" w:cs="Times New Roman"/>
                <w:b w:val="0"/>
                <w:sz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2000B8">
            <w:pPr>
              <w:pStyle w:val="aff2"/>
              <w:rPr>
                <w:rFonts w:ascii="Times New Roman" w:hAnsi="Times New Roman" w:cs="Times New Roman"/>
                <w:bCs/>
                <w:highlight w:val="yellow"/>
              </w:rPr>
            </w:pPr>
            <w:r w:rsidRPr="00071D9A">
              <w:rPr>
                <w:rFonts w:ascii="Times New Roman" w:hAnsi="Times New Roman" w:cs="Times New Roman"/>
                <w:bCs/>
              </w:rPr>
              <w:t>4764,5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 w:rsidRPr="006142E4">
              <w:rPr>
                <w:rFonts w:ascii="Times New Roman" w:hAnsi="Times New Roman" w:cs="Times New Roman"/>
                <w:bCs/>
              </w:rPr>
              <w:t>6133,3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071D9A" w:rsidRDefault="00B426C7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6290,9</w:t>
            </w:r>
          </w:p>
        </w:tc>
      </w:tr>
      <w:tr w:rsidR="00B426C7" w:rsidRPr="00FD5BCC" w:rsidTr="008E387A">
        <w:trPr>
          <w:trHeight w:val="360"/>
        </w:trPr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sz w:val="24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1 01 00000 00 0000 000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2000B8">
            <w:pPr>
              <w:pStyle w:val="aff2"/>
              <w:rPr>
                <w:rFonts w:ascii="Times New Roman" w:hAnsi="Times New Roman" w:cs="Times New Roman"/>
                <w:bCs/>
                <w:highlight w:val="yellow"/>
              </w:rPr>
            </w:pPr>
            <w:r w:rsidRPr="00071D9A">
              <w:rPr>
                <w:rFonts w:ascii="Times New Roman" w:hAnsi="Times New Roman" w:cs="Times New Roman"/>
                <w:bCs/>
              </w:rPr>
              <w:t>1500,0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1783,2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1911,3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896ACB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071D9A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23FC5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1911,3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9D2EFB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9D2EFB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D76C0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76C03" w:rsidRDefault="00B426C7" w:rsidP="00D76C0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1835,2</w:t>
            </w:r>
          </w:p>
        </w:tc>
      </w:tr>
      <w:tr w:rsidR="00B426C7" w:rsidRPr="00071D9A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</w:t>
            </w:r>
            <w:r>
              <w:rPr>
                <w:rFonts w:ascii="Times New Roman" w:hAnsi="Times New Roman" w:cs="Times New Roman"/>
              </w:rPr>
              <w:t xml:space="preserve">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896ACB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D76C0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D76C0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74,7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0574C7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rFonts w:ascii="Times New Roman" w:hAnsi="Times New Roman" w:cs="Times New Roman"/>
              </w:rPr>
              <w:t xml:space="preserve">статьей </w:t>
            </w:r>
            <w:r w:rsidRPr="00FD5BCC">
              <w:rPr>
                <w:rFonts w:ascii="Times New Roman" w:hAnsi="Times New Roman" w:cs="Times New Roman"/>
              </w:rPr>
              <w:t>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67AE0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CE4613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1394,4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23FC5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1394,4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926,6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E47EB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-111</w:t>
            </w:r>
          </w:p>
        </w:tc>
      </w:tr>
      <w:tr w:rsidR="00B426C7" w:rsidRPr="00FD5BCC" w:rsidTr="00E47EB0">
        <w:trPr>
          <w:trHeight w:val="485"/>
        </w:trPr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"/>
                <w:rFonts w:ascii="Times New Roman" w:hAnsi="Times New Roman" w:cs="Times New Roman"/>
                <w:b w:val="0"/>
                <w:sz w:val="24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1 05 00000 00 0000 000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71D9A" w:rsidRDefault="00B426C7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 w:rsidRPr="00071D9A">
              <w:rPr>
                <w:rFonts w:ascii="Times New Roman" w:hAnsi="Times New Roman" w:cs="Times New Roman"/>
                <w:bCs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23FC5" w:rsidRDefault="00B426C7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365,7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71D9A" w:rsidRDefault="00B426C7" w:rsidP="00E47EB0">
            <w:pPr>
              <w:pStyle w:val="aff2"/>
              <w:rPr>
                <w:rFonts w:ascii="Times New Roman" w:hAnsi="Times New Roman" w:cs="Times New Roman"/>
              </w:rPr>
            </w:pPr>
            <w:r w:rsidRPr="00071D9A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47EB0">
            <w:r w:rsidRPr="000E4D28">
              <w:rPr>
                <w:rFonts w:ascii="Times New Roman" w:hAnsi="Times New Roman" w:cs="Times New Roman"/>
                <w:bCs/>
              </w:rPr>
              <w:t>365,6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47EB0">
            <w:r w:rsidRPr="00C62207">
              <w:rPr>
                <w:rFonts w:ascii="Times New Roman" w:hAnsi="Times New Roman" w:cs="Times New Roman"/>
                <w:bCs/>
              </w:rPr>
              <w:t>365,7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71D9A" w:rsidRDefault="00B426C7" w:rsidP="00E47EB0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47EB0">
            <w:r w:rsidRPr="000E4D28">
              <w:rPr>
                <w:rFonts w:ascii="Times New Roman" w:hAnsi="Times New Roman" w:cs="Times New Roman"/>
                <w:bCs/>
              </w:rPr>
              <w:t>365,6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47EB0">
            <w:r w:rsidRPr="00C62207">
              <w:rPr>
                <w:rFonts w:ascii="Times New Roman" w:hAnsi="Times New Roman" w:cs="Times New Roman"/>
                <w:bCs/>
              </w:rPr>
              <w:t>365,7</w:t>
            </w:r>
          </w:p>
        </w:tc>
      </w:tr>
      <w:tr w:rsidR="00B426C7" w:rsidRPr="00FD5BCC" w:rsidTr="008E387A">
        <w:trPr>
          <w:trHeight w:val="276"/>
        </w:trPr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FD5BCC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1 06 00000 00 0000 000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 w:rsidRPr="009D2EFB">
              <w:rPr>
                <w:rFonts w:ascii="Times New Roman" w:hAnsi="Times New Roman" w:cs="Times New Roman"/>
                <w:bCs/>
              </w:rPr>
              <w:t>120,0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2549,4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23FC5" w:rsidRDefault="00B426C7" w:rsidP="002000B8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2567,9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77940" w:rsidRDefault="00B426C7" w:rsidP="002A3B1E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9D2EFB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B646D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B426C7" w:rsidRPr="00FD5BCC" w:rsidTr="00E47EB0">
        <w:trPr>
          <w:trHeight w:val="838"/>
        </w:trPr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77940" w:rsidRDefault="00B426C7" w:rsidP="002A3B1E">
            <w:pPr>
              <w:pStyle w:val="aff2"/>
              <w:rPr>
                <w:rFonts w:ascii="Times New Roman" w:hAnsi="Times New Roman" w:cs="Times New Roman"/>
              </w:rPr>
            </w:pPr>
            <w:r w:rsidRPr="00777940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B646D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0A2464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B646D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2298,9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19497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3</w:t>
            </w:r>
            <w:r w:rsidRPr="00FD5BCC">
              <w:rPr>
                <w:rFonts w:ascii="Times New Roman" w:hAnsi="Times New Roman" w:cs="Times New Roman"/>
              </w:rPr>
              <w:t>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896ACB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07F0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307F0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</w:tc>
      </w:tr>
      <w:tr w:rsidR="00B426C7" w:rsidRPr="00FD5BCC" w:rsidTr="008E387A">
        <w:trPr>
          <w:trHeight w:val="619"/>
        </w:trPr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rPr>
                <w:sz w:val="24"/>
                <w:szCs w:val="24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33</w:t>
            </w:r>
            <w:r w:rsidRPr="00FD5BCC">
              <w:rPr>
                <w:rFonts w:ascii="Times New Roman" w:hAnsi="Times New Roman" w:cs="Times New Roman"/>
              </w:rPr>
              <w:t xml:space="preserve">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9D2EFB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07F0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307F0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</w:tc>
      </w:tr>
      <w:tr w:rsidR="00B426C7" w:rsidRPr="00FD5BCC" w:rsidTr="009D2EFB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194978">
            <w:pPr>
              <w:pStyle w:val="aff2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4</w:t>
            </w:r>
            <w:r w:rsidRPr="00FD5B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5BCC">
              <w:rPr>
                <w:rFonts w:ascii="Times New Roman" w:hAnsi="Times New Roman" w:cs="Times New Roman"/>
              </w:rPr>
              <w:t>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2000B8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9D2EFB">
              <w:rPr>
                <w:rFonts w:ascii="Times New Roman" w:hAnsi="Times New Roman" w:cs="Times New Roman"/>
              </w:rPr>
              <w:t>1480,0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2271,1</w:t>
            </w:r>
          </w:p>
        </w:tc>
      </w:tr>
      <w:tr w:rsidR="00B426C7" w:rsidRPr="00FD5BCC" w:rsidTr="008E387A">
        <w:trPr>
          <w:trHeight w:val="495"/>
        </w:trPr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885F6A">
            <w:pPr>
              <w:pStyle w:val="aff2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>
              <w:rPr>
                <w:rFonts w:ascii="Times New Roman" w:hAnsi="Times New Roman" w:cs="Times New Roman"/>
              </w:rPr>
              <w:t>4</w:t>
            </w:r>
            <w:r w:rsidRPr="00FD5BCC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44415D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2271, 1</w:t>
            </w:r>
          </w:p>
          <w:p w:rsidR="00B426C7" w:rsidRPr="00E47EB0" w:rsidRDefault="00B426C7" w:rsidP="00E47EB0"/>
        </w:tc>
      </w:tr>
      <w:tr w:rsidR="00B426C7" w:rsidRPr="00FD5BCC" w:rsidTr="008E387A">
        <w:trPr>
          <w:trHeight w:val="495"/>
        </w:trPr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85F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44415D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F198D">
            <w:pPr>
              <w:pStyle w:val="aff2"/>
              <w:tabs>
                <w:tab w:val="center" w:pos="81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F198D">
            <w:pPr>
              <w:pStyle w:val="aff2"/>
              <w:tabs>
                <w:tab w:val="center" w:pos="81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</w:tr>
      <w:tr w:rsidR="00B426C7" w:rsidRPr="00FD5BCC" w:rsidTr="008E387A">
        <w:trPr>
          <w:trHeight w:val="495"/>
        </w:trPr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5AE4" w:rsidRDefault="00B426C7" w:rsidP="00885F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44415D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1 11 05030 00 0000 120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E47EB0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47EB0">
            <w:r w:rsidRPr="00E05B84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47EB0">
            <w:r w:rsidRPr="00EF2AC7">
              <w:rPr>
                <w:rFonts w:ascii="Times New Roman" w:hAnsi="Times New Roman" w:cs="Times New Roman"/>
              </w:rPr>
              <w:t>10,3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77940" w:rsidRDefault="00B426C7" w:rsidP="00E47EB0">
            <w:pPr>
              <w:pStyle w:val="aff2"/>
              <w:rPr>
                <w:rFonts w:ascii="Times New Roman" w:hAnsi="Times New Roman" w:cs="Times New Roman"/>
              </w:rPr>
            </w:pPr>
            <w:r w:rsidRPr="00777940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47EB0">
            <w:r w:rsidRPr="00E05B84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47EB0">
            <w:r w:rsidRPr="00EF2AC7">
              <w:rPr>
                <w:rFonts w:ascii="Times New Roman" w:hAnsi="Times New Roman" w:cs="Times New Roman"/>
              </w:rPr>
              <w:t>10,3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6350DE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77940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779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6350DE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1 11 07010 00 0000 120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77940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779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6350DE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1 11 07015 10 0000 120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77940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779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350DE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77940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779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350DE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77940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779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350DE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1 16 18050 10 0000 140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77940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779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350DE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1 16 51000 02 0000 140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77940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779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350DE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1 16 51040 02 0000 140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77940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779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B426C7" w:rsidRPr="00FD5BCC" w:rsidTr="008E387A">
        <w:trPr>
          <w:trHeight w:val="409"/>
        </w:trPr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B646D">
            <w:pPr>
              <w:pStyle w:val="affc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"/>
                <w:rFonts w:ascii="Times New Roman" w:hAnsi="Times New Roman" w:cs="Times New Roman"/>
                <w:b w:val="0"/>
                <w:sz w:val="24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2 00 00000 00 0000 000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EB646D">
            <w:pPr>
              <w:pStyle w:val="aff2"/>
              <w:rPr>
                <w:rFonts w:ascii="Times New Roman" w:hAnsi="Times New Roman" w:cs="Times New Roman"/>
                <w:bCs/>
                <w:highlight w:val="yellow"/>
              </w:rPr>
            </w:pPr>
            <w:r w:rsidRPr="00B62D59">
              <w:rPr>
                <w:rFonts w:ascii="Times New Roman" w:hAnsi="Times New Roman" w:cs="Times New Roman"/>
                <w:bCs/>
              </w:rPr>
              <w:t>1477,7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D1ABD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23FC5" w:rsidRDefault="00B426C7" w:rsidP="003D1ABD">
            <w:pPr>
              <w:pStyle w:val="aff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2243,7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B646D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EB646D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69653A">
              <w:rPr>
                <w:rFonts w:ascii="Times New Roman" w:hAnsi="Times New Roman" w:cs="Times New Roman"/>
              </w:rPr>
              <w:t>1477,7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2196,7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B646D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69653A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2 02 </w:t>
            </w:r>
            <w:r>
              <w:rPr>
                <w:rFonts w:ascii="Times New Roman" w:hAnsi="Times New Roman" w:cs="Times New Roman"/>
              </w:rPr>
              <w:t>10</w:t>
            </w:r>
            <w:r w:rsidRPr="00FD5BCC">
              <w:rPr>
                <w:rFonts w:ascii="Times New Roman" w:hAnsi="Times New Roman" w:cs="Times New Roman"/>
              </w:rPr>
              <w:t>000 00 0000 151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62D59" w:rsidRDefault="00B426C7" w:rsidP="00EB646D">
            <w:pPr>
              <w:pStyle w:val="aff2"/>
              <w:rPr>
                <w:rFonts w:ascii="Times New Roman" w:hAnsi="Times New Roman" w:cs="Times New Roman"/>
              </w:rPr>
            </w:pPr>
            <w:r w:rsidRPr="00B62D59">
              <w:rPr>
                <w:rFonts w:ascii="Times New Roman" w:hAnsi="Times New Roman" w:cs="Times New Roman"/>
              </w:rPr>
              <w:t>596,3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596,3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B646D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2 02 </w:t>
            </w:r>
            <w:r>
              <w:rPr>
                <w:rFonts w:ascii="Times New Roman" w:hAnsi="Times New Roman" w:cs="Times New Roman"/>
              </w:rPr>
              <w:t>15</w:t>
            </w:r>
            <w:r w:rsidRPr="00FD5BCC">
              <w:rPr>
                <w:rFonts w:ascii="Times New Roman" w:hAnsi="Times New Roman" w:cs="Times New Roman"/>
              </w:rPr>
              <w:t>001 00 0000 151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62D59" w:rsidRDefault="00B426C7" w:rsidP="00EB646D">
            <w:pPr>
              <w:pStyle w:val="aff2"/>
              <w:rPr>
                <w:rFonts w:ascii="Times New Roman" w:hAnsi="Times New Roman" w:cs="Times New Roman"/>
              </w:rPr>
            </w:pPr>
            <w:r w:rsidRPr="00B62D59">
              <w:rPr>
                <w:rFonts w:ascii="Times New Roman" w:hAnsi="Times New Roman" w:cs="Times New Roman"/>
              </w:rPr>
              <w:t>596,3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596,3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B646D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2 02 </w:t>
            </w:r>
            <w:r>
              <w:rPr>
                <w:rFonts w:ascii="Times New Roman" w:hAnsi="Times New Roman" w:cs="Times New Roman"/>
              </w:rPr>
              <w:t>15001 10</w:t>
            </w:r>
            <w:r w:rsidRPr="00FD5BCC">
              <w:rPr>
                <w:rFonts w:ascii="Times New Roman" w:hAnsi="Times New Roman" w:cs="Times New Roman"/>
              </w:rPr>
              <w:t xml:space="preserve">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EB646D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B62D59">
              <w:rPr>
                <w:rFonts w:ascii="Times New Roman" w:hAnsi="Times New Roman" w:cs="Times New Roman"/>
              </w:rPr>
              <w:t>596,3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EB646D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596,3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Субсидии бюджетам </w:t>
            </w:r>
            <w:r>
              <w:rPr>
                <w:rFonts w:ascii="Times New Roman" w:hAnsi="Times New Roman" w:cs="Times New Roman"/>
              </w:rPr>
              <w:t>бюджетной системы</w:t>
            </w:r>
            <w:r w:rsidRPr="00FD5BCC">
              <w:rPr>
                <w:rFonts w:ascii="Times New Roman" w:hAnsi="Times New Roman" w:cs="Times New Roman"/>
              </w:rPr>
              <w:t xml:space="preserve">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2 02 </w:t>
            </w:r>
            <w:r>
              <w:rPr>
                <w:rFonts w:ascii="Times New Roman" w:hAnsi="Times New Roman" w:cs="Times New Roman"/>
              </w:rPr>
              <w:t>20</w:t>
            </w:r>
            <w:r w:rsidRPr="00FD5BCC">
              <w:rPr>
                <w:rFonts w:ascii="Times New Roman" w:hAnsi="Times New Roman" w:cs="Times New Roman"/>
              </w:rPr>
              <w:t>000 00 0000 151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07B1B">
              <w:rPr>
                <w:rFonts w:ascii="Times New Roman" w:hAnsi="Times New Roman" w:cs="Times New Roman"/>
              </w:rPr>
              <w:t>803,2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1322,2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2 02 </w:t>
            </w:r>
            <w:r>
              <w:rPr>
                <w:rFonts w:ascii="Times New Roman" w:hAnsi="Times New Roman" w:cs="Times New Roman"/>
              </w:rPr>
              <w:t>29</w:t>
            </w:r>
            <w:r w:rsidRPr="00FD5BCC">
              <w:rPr>
                <w:rFonts w:ascii="Times New Roman" w:hAnsi="Times New Roman" w:cs="Times New Roman"/>
              </w:rPr>
              <w:t>999 00 000</w:t>
            </w:r>
            <w:r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07B1B">
              <w:rPr>
                <w:rFonts w:ascii="Times New Roman" w:hAnsi="Times New Roman" w:cs="Times New Roman"/>
              </w:rPr>
              <w:t>803,2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1322,2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субсидии бюджетам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2 02 </w:t>
            </w:r>
            <w:r>
              <w:rPr>
                <w:rFonts w:ascii="Times New Roman" w:hAnsi="Times New Roman" w:cs="Times New Roman"/>
              </w:rPr>
              <w:t>29</w:t>
            </w:r>
            <w:r w:rsidRPr="00FD5BCC">
              <w:rPr>
                <w:rFonts w:ascii="Times New Roman" w:hAnsi="Times New Roman" w:cs="Times New Roman"/>
              </w:rPr>
              <w:t>999 10 0000 151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AC2D39">
              <w:rPr>
                <w:rFonts w:ascii="Times New Roman" w:hAnsi="Times New Roman" w:cs="Times New Roman"/>
              </w:rPr>
              <w:t>803,2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1322,2</w:t>
            </w:r>
          </w:p>
        </w:tc>
      </w:tr>
      <w:tr w:rsidR="00B426C7" w:rsidRPr="00FD5BCC" w:rsidTr="008E387A">
        <w:tc>
          <w:tcPr>
            <w:tcW w:w="60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</w:rPr>
              <w:t>бюджетной системы</w:t>
            </w:r>
            <w:r w:rsidRPr="00FD5BCC">
              <w:rPr>
                <w:rFonts w:ascii="Times New Roman" w:hAnsi="Times New Roman" w:cs="Times New Roman"/>
              </w:rPr>
              <w:t xml:space="preserve">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2 02 </w:t>
            </w:r>
            <w:r>
              <w:rPr>
                <w:rFonts w:ascii="Times New Roman" w:hAnsi="Times New Roman" w:cs="Times New Roman"/>
              </w:rPr>
              <w:t>30</w:t>
            </w:r>
            <w:r w:rsidRPr="00FD5BCC">
              <w:rPr>
                <w:rFonts w:ascii="Times New Roman" w:hAnsi="Times New Roman" w:cs="Times New Roman"/>
              </w:rPr>
              <w:t>000 00 0000 151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07B1B"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2 02 30024 00 0000 151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C2D39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AC2D39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47EB0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FD5BCC">
              <w:rPr>
                <w:rFonts w:ascii="Times New Roman" w:hAnsi="Times New Roman" w:cs="Times New Roman"/>
              </w:rPr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2 02 30024 10 0000 151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C2D39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AC2D39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9A649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2 02 </w:t>
            </w:r>
            <w:r>
              <w:rPr>
                <w:rFonts w:ascii="Times New Roman" w:hAnsi="Times New Roman" w:cs="Times New Roman"/>
              </w:rPr>
              <w:t>35118</w:t>
            </w:r>
            <w:r w:rsidRPr="00FD5BCC">
              <w:rPr>
                <w:rFonts w:ascii="Times New Roman" w:hAnsi="Times New Roman" w:cs="Times New Roman"/>
              </w:rPr>
              <w:t xml:space="preserve">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AC2D39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B74E2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74,4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</w:rPr>
              <w:t xml:space="preserve">сельских поселений </w:t>
            </w:r>
            <w:r w:rsidRPr="00FD5BCC">
              <w:rPr>
                <w:rFonts w:ascii="Times New Roman" w:hAnsi="Times New Roman" w:cs="Times New Roman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707B1B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02</w:t>
            </w:r>
            <w:r w:rsidRPr="00FD5BC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35118</w:t>
            </w:r>
            <w:r w:rsidRPr="00FD5BC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</w:t>
            </w:r>
            <w:r w:rsidRPr="00FD5BCC">
              <w:rPr>
                <w:rFonts w:ascii="Times New Roman" w:hAnsi="Times New Roman" w:cs="Times New Roman"/>
              </w:rPr>
              <w:t xml:space="preserve">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AC2D39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E47EB0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E47EB0">
              <w:rPr>
                <w:rFonts w:ascii="Times New Roman" w:hAnsi="Times New Roman" w:cs="Times New Roman"/>
              </w:rPr>
              <w:t>74,4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2 02 40000 00 0000 151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E47EB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E47EB0">
              <w:rPr>
                <w:rFonts w:ascii="Times New Roman" w:hAnsi="Times New Roman" w:cs="Times New Roman"/>
              </w:rPr>
              <w:t>200,0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2 02 49999 00 0000 151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E47EB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E47EB0">
              <w:rPr>
                <w:rFonts w:ascii="Times New Roman" w:hAnsi="Times New Roman" w:cs="Times New Roman"/>
              </w:rPr>
              <w:t>200,0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E47EB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47EB0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E47EB0">
              <w:rPr>
                <w:rFonts w:ascii="Times New Roman" w:hAnsi="Times New Roman" w:cs="Times New Roman"/>
              </w:rPr>
              <w:t>200,0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9A649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2 07 00000 00 0000 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9A649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2 07 05000 10 0000 180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D5BCC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0B3F72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2 07 050</w:t>
            </w:r>
            <w:r>
              <w:rPr>
                <w:rFonts w:ascii="Times New Roman" w:hAnsi="Times New Roman" w:cs="Times New Roman"/>
              </w:rPr>
              <w:t>3</w:t>
            </w:r>
            <w:r w:rsidRPr="00FD5BCC">
              <w:rPr>
                <w:rFonts w:ascii="Times New Roman" w:hAnsi="Times New Roman" w:cs="Times New Roman"/>
              </w:rPr>
              <w:t>0 10 0000 180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0B3F72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B3F7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0B3F72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D520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2 18 00000 00 0000 000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626F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9A649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D520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2 18 00000 00 0000 151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D5206A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>
            <w:r w:rsidRPr="00ED11E2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>
            <w:r w:rsidRPr="00ED11E2">
              <w:rPr>
                <w:rFonts w:ascii="Times New Roman" w:hAnsi="Times New Roman" w:cs="Times New Roman"/>
              </w:rPr>
              <w:t>1,5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D520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BB6C7D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2 18 00000 10 0000 151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D5206A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>
            <w:r w:rsidRPr="00ED11E2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>
            <w:r w:rsidRPr="00ED11E2">
              <w:rPr>
                <w:rFonts w:ascii="Times New Roman" w:hAnsi="Times New Roman" w:cs="Times New Roman"/>
              </w:rPr>
              <w:t>1,5</w:t>
            </w:r>
          </w:p>
        </w:tc>
      </w:tr>
      <w:tr w:rsidR="00B426C7" w:rsidRPr="00FD5BCC" w:rsidTr="008E387A">
        <w:trPr>
          <w:gridBefore w:val="1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D5BCC" w:rsidRDefault="00B426C7" w:rsidP="00E47EB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2 18 60010 10 0000 151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D2EFB" w:rsidRDefault="00B426C7" w:rsidP="00D5206A">
            <w:pPr>
              <w:pStyle w:val="aff2"/>
              <w:rPr>
                <w:rFonts w:ascii="Times New Roman" w:hAnsi="Times New Roman" w:cs="Times New Roman"/>
              </w:rPr>
            </w:pPr>
            <w:r w:rsidRPr="009D2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>
            <w:r w:rsidRPr="00ED11E2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>
            <w:r w:rsidRPr="00ED11E2">
              <w:rPr>
                <w:rFonts w:ascii="Times New Roman" w:hAnsi="Times New Roman" w:cs="Times New Roman"/>
              </w:rPr>
              <w:t>1,5</w:t>
            </w:r>
          </w:p>
        </w:tc>
      </w:tr>
    </w:tbl>
    <w:p w:rsidR="00B426C7" w:rsidRPr="00FD5BCC" w:rsidRDefault="00B426C7" w:rsidP="002000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426C7" w:rsidRDefault="00B426C7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Pr="000B71F3" w:rsidRDefault="00B426C7" w:rsidP="000B71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Глава</w:t>
      </w:r>
      <w:r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</w:t>
      </w:r>
    </w:p>
    <w:p w:rsidR="00B426C7" w:rsidRDefault="00B426C7" w:rsidP="00F06C67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Е. А. Бессонов</w:t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</w:p>
    <w:p w:rsidR="00B426C7" w:rsidRDefault="00B426C7" w:rsidP="00C343F6">
      <w:pPr>
        <w:tabs>
          <w:tab w:val="center" w:pos="7633"/>
          <w:tab w:val="left" w:pos="12200"/>
        </w:tabs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                                                                                                               </w:t>
      </w:r>
    </w:p>
    <w:p w:rsidR="00B426C7" w:rsidRDefault="00B426C7" w:rsidP="00C343F6">
      <w:pPr>
        <w:tabs>
          <w:tab w:val="center" w:pos="7633"/>
          <w:tab w:val="left" w:pos="12200"/>
        </w:tabs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C343F6">
      <w:pPr>
        <w:tabs>
          <w:tab w:val="center" w:pos="7633"/>
          <w:tab w:val="left" w:pos="12200"/>
        </w:tabs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ПРИЛОЖЕНИЕ 3</w:t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</w:p>
    <w:p w:rsidR="00B426C7" w:rsidRDefault="00B426C7" w:rsidP="00C343F6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к решению Совета</w:t>
      </w:r>
    </w:p>
    <w:p w:rsidR="00B426C7" w:rsidRDefault="00B426C7" w:rsidP="00C343F6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Новопетровского сельского поселения</w:t>
      </w:r>
    </w:p>
    <w:p w:rsidR="00B426C7" w:rsidRDefault="00B426C7" w:rsidP="00C343F6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Павловского района</w:t>
      </w:r>
    </w:p>
    <w:p w:rsidR="00B426C7" w:rsidRDefault="00B426C7" w:rsidP="00C343F6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От __________ №____</w:t>
      </w:r>
    </w:p>
    <w:p w:rsidR="00B426C7" w:rsidRDefault="00B426C7" w:rsidP="00C343F6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B426C7" w:rsidRPr="000A6E3F" w:rsidRDefault="00B426C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4"/>
        <w:gridCol w:w="5103"/>
        <w:gridCol w:w="709"/>
        <w:gridCol w:w="567"/>
        <w:gridCol w:w="567"/>
        <w:gridCol w:w="1559"/>
        <w:gridCol w:w="709"/>
        <w:gridCol w:w="1417"/>
        <w:gridCol w:w="1276"/>
        <w:gridCol w:w="1276"/>
        <w:gridCol w:w="1275"/>
      </w:tblGrid>
      <w:tr w:rsidR="00B426C7" w:rsidRPr="000A6E3F" w:rsidTr="003D1ABD">
        <w:tc>
          <w:tcPr>
            <w:tcW w:w="147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6C7" w:rsidRPr="000A6E3F" w:rsidRDefault="00B426C7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РАСХОДЫ                                                                                                                                                                                                     </w:t>
            </w:r>
            <w:r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Новопетровского сельского поселения </w:t>
            </w:r>
            <w:r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 ведомственной структуре расходов бюджета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поселения</w:t>
            </w:r>
            <w:r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за 201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  <w:r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</w:p>
          <w:p w:rsidR="00B426C7" w:rsidRPr="000A6E3F" w:rsidRDefault="00B426C7" w:rsidP="00554C30">
            <w:pPr>
              <w:pStyle w:val="aff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6E3F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B426C7" w:rsidRPr="000A6E3F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№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br/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0A6E3F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66228" w:rsidRDefault="00B426C7" w:rsidP="005F72CD">
            <w:pPr>
              <w:pStyle w:val="Heading1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466228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сельского поселения от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16.12.201</w:t>
            </w:r>
            <w:r w:rsidRPr="0046622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</w:t>
            </w:r>
          </w:p>
          <w:p w:rsidR="00B426C7" w:rsidRPr="00466228" w:rsidRDefault="00B426C7" w:rsidP="005F72C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46622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№ 33/88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66228" w:rsidRDefault="00B426C7" w:rsidP="005F72C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466228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2017год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66228" w:rsidRDefault="00B426C7" w:rsidP="009D2EFB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466228">
              <w:rPr>
                <w:rFonts w:ascii="Times New Roman" w:hAnsi="Times New Roman" w:cs="Times New Roman"/>
                <w:b w:val="0"/>
                <w:bCs w:val="0"/>
              </w:rPr>
              <w:t>Кас           совое исполнение за 2017год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66228" w:rsidRDefault="00B426C7" w:rsidP="005F72CD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466228">
              <w:rPr>
                <w:rFonts w:ascii="Times New Roman" w:hAnsi="Times New Roman" w:cs="Times New Roman"/>
                <w:b w:val="0"/>
                <w:bCs w:val="0"/>
              </w:rPr>
              <w:t>Процент исполнения к уточненной сводной бюджетной росписи на 2017год</w:t>
            </w:r>
          </w:p>
        </w:tc>
      </w:tr>
      <w:tr w:rsidR="00B426C7" w:rsidRPr="000A6E3F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350DE" w:rsidRDefault="00B426C7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350DE" w:rsidRDefault="00B426C7" w:rsidP="003056E0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11</w:t>
            </w:r>
          </w:p>
        </w:tc>
      </w:tr>
      <w:tr w:rsidR="00B426C7" w:rsidRPr="000A6E3F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Style w:val="a"/>
                <w:rFonts w:ascii="Times New Roman" w:hAnsi="Times New Roman" w:cs="Times New Roman"/>
                <w:b w:val="0"/>
                <w:sz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B426C7" w:rsidRPr="000A6E3F" w:rsidTr="00CC4872">
        <w:trPr>
          <w:trHeight w:val="523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Heading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44415D">
              <w:rPr>
                <w:rFonts w:ascii="Times New Roman" w:hAnsi="Times New Roman" w:cs="Times New Roman"/>
                <w:b w:val="0"/>
                <w:bCs w:val="0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130A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7C130A">
              <w:rPr>
                <w:rStyle w:val="a"/>
                <w:rFonts w:ascii="Times New Roman" w:hAnsi="Times New Roman" w:cs="Times New Roman"/>
                <w:sz w:val="24"/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7A7AAF">
            <w:pPr>
              <w:pStyle w:val="Heading1"/>
              <w:jc w:val="both"/>
              <w:rPr>
                <w:rFonts w:ascii="Times New Roman" w:hAnsi="Times New Roman" w:cs="Times New Roman"/>
                <w:bCs w:val="0"/>
              </w:rPr>
            </w:pPr>
            <w:r w:rsidRPr="000B7C5D">
              <w:rPr>
                <w:rFonts w:ascii="Times New Roman" w:hAnsi="Times New Roman" w:cs="Times New Roman"/>
                <w:bCs w:val="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130A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130A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130A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130A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07B1B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707B1B">
              <w:rPr>
                <w:rFonts w:ascii="Times New Roman" w:hAnsi="Times New Roman" w:cs="Times New Roman"/>
                <w:b/>
              </w:rPr>
              <w:t>6242,2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130A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130A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91AB9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F91AB9">
              <w:rPr>
                <w:rFonts w:ascii="Times New Roman" w:hAnsi="Times New Roman" w:cs="Times New Roman"/>
                <w:b/>
              </w:rPr>
              <w:t>89,5</w:t>
            </w:r>
          </w:p>
        </w:tc>
      </w:tr>
      <w:tr w:rsidR="00B426C7" w:rsidRPr="002000B8" w:rsidTr="00CC4872">
        <w:trPr>
          <w:trHeight w:val="27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0B7C5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F6EDC" w:rsidRDefault="00B426C7" w:rsidP="007A7AAF">
            <w:pPr>
              <w:pStyle w:val="aff2"/>
              <w:rPr>
                <w:rFonts w:ascii="Times New Roman" w:hAnsi="Times New Roman" w:cs="Times New Roman"/>
                <w:b/>
                <w:highlight w:val="yellow"/>
              </w:rPr>
            </w:pPr>
            <w:r w:rsidRPr="00707B1B">
              <w:rPr>
                <w:rFonts w:ascii="Times New Roman" w:hAnsi="Times New Roman" w:cs="Times New Roman"/>
                <w:b/>
              </w:rPr>
              <w:t>2552,6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891AB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3893,3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91AB9" w:rsidRDefault="00B426C7" w:rsidP="00F91AB9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F91AB9">
              <w:rPr>
                <w:rFonts w:ascii="Times New Roman" w:hAnsi="Times New Roman" w:cs="Times New Roman"/>
                <w:b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62C3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62C37">
              <w:rPr>
                <w:rFonts w:ascii="Times New Roman" w:hAnsi="Times New Roman" w:cs="Times New Roman"/>
              </w:rPr>
              <w:t>389,6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392B2C" w:rsidRDefault="00B426C7" w:rsidP="00F91AB9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F91AB9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высшего органа исполнительной власти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62C37" w:rsidRDefault="00B426C7" w:rsidP="00462C37">
            <w:r w:rsidRPr="00462C37">
              <w:rPr>
                <w:rFonts w:ascii="Times New Roman" w:hAnsi="Times New Roman" w:cs="Times New Roman"/>
              </w:rPr>
              <w:t>389,6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462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441,7</w:t>
            </w:r>
          </w:p>
          <w:p w:rsidR="00B426C7" w:rsidRPr="006564DD" w:rsidRDefault="00B426C7" w:rsidP="00462C3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40B95" w:rsidRDefault="00B426C7" w:rsidP="00462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91AB9" w:rsidRDefault="00B426C7" w:rsidP="00F91AB9">
            <w:pPr>
              <w:rPr>
                <w:sz w:val="24"/>
                <w:szCs w:val="24"/>
              </w:rPr>
            </w:pPr>
            <w:r w:rsidRPr="00F91AB9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C00937" w:rsidRDefault="00B426C7" w:rsidP="00462C37">
            <w:pPr>
              <w:pStyle w:val="TableContents"/>
              <w:jc w:val="both"/>
              <w:rPr>
                <w:bCs/>
                <w:snapToGrid w:val="0"/>
              </w:rPr>
            </w:pPr>
            <w:r w:rsidRPr="00C00937">
              <w:rPr>
                <w:bCs/>
                <w:snapToGrid w:val="0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62C37" w:rsidRDefault="00B426C7" w:rsidP="00462C37">
            <w:r w:rsidRPr="00462C37">
              <w:rPr>
                <w:rFonts w:ascii="Times New Roman" w:hAnsi="Times New Roman" w:cs="Times New Roman"/>
              </w:rPr>
              <w:t>389,6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462C37">
            <w:r>
              <w:rPr>
                <w:rFonts w:ascii="Times New Roman" w:hAnsi="Times New Roman" w:cs="Times New Roman"/>
                <w:sz w:val="24"/>
                <w:szCs w:val="24"/>
              </w:rPr>
              <w:t>441,7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462C37">
            <w:r>
              <w:rPr>
                <w:rFonts w:ascii="Times New Roman" w:hAnsi="Times New Roman" w:cs="Times New Roman"/>
                <w:sz w:val="24"/>
                <w:szCs w:val="24"/>
              </w:rPr>
              <w:t>440,9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91AB9" w:rsidRDefault="00B426C7" w:rsidP="00F91AB9">
            <w:pPr>
              <w:rPr>
                <w:sz w:val="24"/>
                <w:szCs w:val="24"/>
              </w:rPr>
            </w:pPr>
            <w:r w:rsidRPr="00F91AB9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462C37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Расходы на </w:t>
            </w:r>
            <w:r>
              <w:rPr>
                <w:rFonts w:ascii="Times New Roman" w:hAnsi="Times New Roman" w:cs="Times New Roman"/>
                <w:bCs/>
                <w:snapToGrid w:val="0"/>
              </w:rPr>
              <w:t>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62C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62C37" w:rsidRDefault="00B426C7" w:rsidP="00462C37">
            <w:r w:rsidRPr="00462C37">
              <w:rPr>
                <w:rFonts w:ascii="Times New Roman" w:hAnsi="Times New Roman" w:cs="Times New Roman"/>
              </w:rPr>
              <w:t>389,6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462C37">
            <w:r>
              <w:rPr>
                <w:rFonts w:ascii="Times New Roman" w:hAnsi="Times New Roman" w:cs="Times New Roman"/>
                <w:sz w:val="24"/>
                <w:szCs w:val="24"/>
              </w:rPr>
              <w:t>441,7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462C37">
            <w:r>
              <w:rPr>
                <w:rFonts w:ascii="Times New Roman" w:hAnsi="Times New Roman" w:cs="Times New Roman"/>
                <w:sz w:val="24"/>
                <w:szCs w:val="24"/>
              </w:rPr>
              <w:t>440,9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91AB9" w:rsidRDefault="00B426C7" w:rsidP="00F91AB9">
            <w:pPr>
              <w:rPr>
                <w:sz w:val="24"/>
                <w:szCs w:val="24"/>
              </w:rPr>
            </w:pPr>
            <w:r w:rsidRPr="00F91AB9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9783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392B2C">
            <w:pPr>
              <w:pStyle w:val="affc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69783F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9783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9783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9783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9783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17C99" w:rsidRDefault="00B426C7" w:rsidP="0069783F">
            <w:pPr>
              <w:pStyle w:val="aff2"/>
              <w:rPr>
                <w:rFonts w:ascii="Times New Roman" w:hAnsi="Times New Roman" w:cs="Times New Roman"/>
              </w:rPr>
            </w:pPr>
            <w:r w:rsidRPr="00F17C99">
              <w:rPr>
                <w:rFonts w:ascii="Times New Roman" w:hAnsi="Times New Roman" w:cs="Times New Roman"/>
              </w:rPr>
              <w:t>389,6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91AB9" w:rsidRDefault="00B426C7" w:rsidP="006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AB9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62C3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62C3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62C3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62C3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75A65" w:rsidRDefault="00B426C7" w:rsidP="007A7AAF">
            <w:pPr>
              <w:pStyle w:val="aff2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75A65" w:rsidRDefault="00B426C7" w:rsidP="007A7AAF">
            <w:pPr>
              <w:pStyle w:val="aff2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CF666F">
            <w:pPr>
              <w:pStyle w:val="aff2"/>
              <w:rPr>
                <w:rFonts w:ascii="Times New Roman" w:hAnsi="Times New Roman" w:cs="Times New Roman"/>
              </w:rPr>
            </w:pPr>
            <w:r w:rsidRPr="0053613A">
              <w:rPr>
                <w:rFonts w:ascii="Times New Roman" w:hAnsi="Times New Roman" w:cs="Times New Roman"/>
              </w:rPr>
              <w:t>2128,4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62C3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62C37">
              <w:rPr>
                <w:rFonts w:ascii="Times New Roman" w:hAnsi="Times New Roman" w:cs="Times New Roman"/>
              </w:rPr>
              <w:t>3110,1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62C3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62C37">
              <w:rPr>
                <w:rFonts w:ascii="Times New Roman" w:hAnsi="Times New Roman" w:cs="Times New Roman"/>
              </w:rPr>
              <w:t>3105,3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392B2C" w:rsidRDefault="00B426C7" w:rsidP="007A7AAF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F91AB9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F1BC3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6F1BC3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F1BC3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F1BC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F1BC3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F1BC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F1BC3" w:rsidRDefault="00B426C7" w:rsidP="00887808">
            <w:pPr>
              <w:pStyle w:val="aff2"/>
              <w:rPr>
                <w:rFonts w:ascii="Times New Roman" w:hAnsi="Times New Roman" w:cs="Times New Roman"/>
              </w:rPr>
            </w:pPr>
            <w:r w:rsidRPr="006F1BC3">
              <w:rPr>
                <w:rFonts w:ascii="Times New Roman" w:hAnsi="Times New Roman" w:cs="Times New Roman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17C99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17C99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F17C99">
              <w:rPr>
                <w:rFonts w:ascii="Times New Roman" w:hAnsi="Times New Roman" w:cs="Times New Roman"/>
              </w:rPr>
              <w:t>2128,4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75A65" w:rsidRDefault="00B426C7" w:rsidP="007A7AAF">
            <w:pPr>
              <w:pStyle w:val="aff2"/>
              <w:rPr>
                <w:rFonts w:ascii="Times New Roman" w:hAnsi="Times New Roman" w:cs="Times New Roman"/>
                <w:highlight w:val="green"/>
              </w:rPr>
            </w:pPr>
            <w:r w:rsidRPr="00462C37">
              <w:rPr>
                <w:rFonts w:ascii="Times New Roman" w:hAnsi="Times New Roman" w:cs="Times New Roman"/>
              </w:rPr>
              <w:t>3110,1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75A65" w:rsidRDefault="00B426C7" w:rsidP="007A7AAF">
            <w:pPr>
              <w:pStyle w:val="aff2"/>
              <w:rPr>
                <w:rFonts w:ascii="Times New Roman" w:hAnsi="Times New Roman" w:cs="Times New Roman"/>
                <w:highlight w:val="green"/>
              </w:rPr>
            </w:pPr>
            <w:r w:rsidRPr="00462C37">
              <w:rPr>
                <w:rFonts w:ascii="Times New Roman" w:hAnsi="Times New Roman" w:cs="Times New Roman"/>
              </w:rPr>
              <w:t>3105,3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392B2C" w:rsidRDefault="00B426C7" w:rsidP="007A7AAF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F91AB9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F17C99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F91AB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E7817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  <w:r w:rsidRPr="00DE781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E7817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  <w:r w:rsidRPr="00DE781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E7817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  <w:r w:rsidRPr="00DE7817"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75A65" w:rsidRDefault="00B426C7" w:rsidP="00F91AB9">
            <w:pPr>
              <w:pStyle w:val="aff2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F91AB9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2124,6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  <w:r w:rsidRPr="00A567F5">
              <w:rPr>
                <w:rFonts w:ascii="Times New Roman" w:hAnsi="Times New Roman" w:cs="Times New Roman"/>
              </w:rPr>
              <w:t>3106,3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  <w:r w:rsidRPr="00A567F5">
              <w:rPr>
                <w:rFonts w:ascii="Times New Roman" w:hAnsi="Times New Roman" w:cs="Times New Roman"/>
              </w:rPr>
              <w:t>3101,5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F91AB9">
            <w:r w:rsidRPr="00D656AA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876E5" w:rsidRDefault="00B426C7" w:rsidP="00F91AB9">
            <w:pPr>
              <w:pStyle w:val="affc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F91AB9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F17C99">
              <w:rPr>
                <w:rFonts w:ascii="Times New Roman" w:hAnsi="Times New Roman" w:cs="Times New Roman"/>
              </w:rPr>
              <w:t>2124,6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F91AB9">
            <w:r w:rsidRPr="00D656AA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191754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191754">
            <w:pPr>
              <w:rPr>
                <w:sz w:val="24"/>
                <w:szCs w:val="24"/>
              </w:rPr>
            </w:pPr>
            <w:r w:rsidRPr="00191754">
              <w:rPr>
                <w:rFonts w:ascii="Times New Roman" w:hAnsi="Times New Roman" w:cs="Times New Roman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191754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F17C99">
              <w:rPr>
                <w:rFonts w:ascii="Times New Roman" w:hAnsi="Times New Roman" w:cs="Times New Roman"/>
              </w:rPr>
              <w:t>1973,5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191754">
            <w:pPr>
              <w:pStyle w:val="affc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191754">
            <w:pPr>
              <w:rPr>
                <w:sz w:val="24"/>
                <w:szCs w:val="24"/>
              </w:rPr>
            </w:pPr>
            <w:r w:rsidRPr="00191754">
              <w:rPr>
                <w:rFonts w:ascii="Times New Roman" w:hAnsi="Times New Roman" w:cs="Times New Roman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191754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F17C99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6F1BC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F91AB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B426C7" w:rsidRPr="002000B8" w:rsidTr="00CC4872">
        <w:trPr>
          <w:trHeight w:val="230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191754">
            <w:pPr>
              <w:pStyle w:val="affc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191754">
            <w:pPr>
              <w:rPr>
                <w:sz w:val="24"/>
                <w:szCs w:val="24"/>
              </w:rPr>
            </w:pPr>
            <w:r w:rsidRPr="00191754">
              <w:rPr>
                <w:rFonts w:ascii="Times New Roman" w:hAnsi="Times New Roman" w:cs="Times New Roman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17C99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 w:rsidRPr="00F17C99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233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C00937" w:rsidRDefault="00B426C7" w:rsidP="001861E6">
            <w:pPr>
              <w:pStyle w:val="TableContents"/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861E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17C99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F17C99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17C99" w:rsidRDefault="00B426C7">
            <w:pPr>
              <w:rPr>
                <w:sz w:val="24"/>
                <w:szCs w:val="24"/>
              </w:rPr>
            </w:pPr>
            <w:r w:rsidRPr="00F17C9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876E5" w:rsidRDefault="00B426C7" w:rsidP="007A7AAF">
            <w:pPr>
              <w:pStyle w:val="affc"/>
              <w:jc w:val="both"/>
              <w:rPr>
                <w:rFonts w:ascii="Times New Roman" w:hAnsi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17C99" w:rsidRDefault="00B426C7">
            <w:pPr>
              <w:rPr>
                <w:sz w:val="24"/>
                <w:szCs w:val="24"/>
              </w:rPr>
            </w:pPr>
            <w:r w:rsidRPr="00F17C9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17C99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F17C99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40B95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17C99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C99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640B9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40B95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17C99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C99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640B9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40B95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876E5" w:rsidRDefault="00B426C7" w:rsidP="00640B95">
            <w:pPr>
              <w:pStyle w:val="affc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17C99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C99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640B9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40B95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17C99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C99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640B9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40B95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выборов главы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5400100570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5400100570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1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4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640B95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1861E6">
            <w:pPr>
              <w:pStyle w:val="affc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5130000000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97D14" w:rsidRDefault="00B426C7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D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c"/>
              <w:jc w:val="both"/>
              <w:rPr>
                <w:rFonts w:ascii="Times New Roman" w:hAnsi="Times New Roman"/>
              </w:rPr>
            </w:pPr>
            <w:r w:rsidRPr="00497D14">
              <w:rPr>
                <w:rFonts w:ascii="Times New Roman" w:hAnsi="Times New Roman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5130120590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97D14" w:rsidRDefault="00B426C7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D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  <w:bCs/>
                <w:snapToGrid w:val="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5130120590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0D32CC" w:rsidRDefault="00B426C7" w:rsidP="00CB2CBE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CB2CBE">
              <w:rPr>
                <w:rFonts w:ascii="Times New Roman" w:hAnsi="Times New Roman" w:cs="Times New Roman"/>
              </w:rPr>
              <w:t>99,7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214BD6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73735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373735"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73735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735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0D32CC" w:rsidRDefault="00B426C7" w:rsidP="007A7AAF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0D32CC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40B95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0D32C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0D32CC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02E1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876E5" w:rsidRDefault="00B426C7" w:rsidP="00602E18">
            <w:pPr>
              <w:pStyle w:val="aff2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02E18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02E18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02E18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02E1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602E1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602E18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602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40B95" w:rsidRDefault="00B426C7" w:rsidP="00602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0D32CC" w:rsidRDefault="00B426C7" w:rsidP="00602E18">
            <w:pPr>
              <w:pStyle w:val="aff2"/>
              <w:rPr>
                <w:rFonts w:ascii="Times New Roman" w:hAnsi="Times New Roman" w:cs="Times New Roman"/>
              </w:rPr>
            </w:pPr>
            <w:r w:rsidRPr="000D32CC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29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7D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97D14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40B95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0D32C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0D32CC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29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 xml:space="preserve">Ведомственная целевая программа «Укрепление материально-технической базы администрации Новопетровского сельского поселения Павловского района»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5150000000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B6C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B6C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29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5150010070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B6C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B6C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29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5150010070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B6C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B6C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29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Управление имуществом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D74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D74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352D7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29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B30167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201</w:t>
            </w:r>
            <w:r>
              <w:rPr>
                <w:rFonts w:ascii="Times New Roman" w:hAnsi="Times New Roman" w:cs="Times New Roman"/>
              </w:rPr>
              <w:t>7</w:t>
            </w:r>
            <w:r w:rsidRPr="00170B6C">
              <w:rPr>
                <w:rFonts w:ascii="Times New Roman" w:hAnsi="Times New Roman" w:cs="Times New Roman"/>
              </w:rPr>
              <w:t xml:space="preserve"> год»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5200100000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B6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B6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29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B6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B6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29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191754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B6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0B6C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B6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70B6C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170B6C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29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fb"/>
              <w:suppressAutoHyphens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191754">
              <w:rPr>
                <w:rFonts w:ascii="Times New Roman" w:hAnsi="Times New Roman"/>
                <w:kern w:val="0"/>
                <w:sz w:val="24"/>
                <w:lang w:eastAsia="ar-SA"/>
              </w:rPr>
              <w:t>Мероприятия в рамках управления имуществом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5210000000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ED3E5A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352D7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29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fb"/>
              <w:suppressAutoHyphens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191754">
              <w:rPr>
                <w:rFonts w:ascii="Times New Roman" w:hAnsi="Times New Roman"/>
                <w:kern w:val="0"/>
                <w:sz w:val="24"/>
                <w:lang w:eastAsia="ar-SA"/>
              </w:rPr>
              <w:t>Расходы, связанные с содержанием и управлением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5210100000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29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fb"/>
              <w:suppressAutoHyphens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352D74">
              <w:rPr>
                <w:rFonts w:ascii="Times New Roman" w:hAnsi="Times New Roman"/>
                <w:kern w:val="0"/>
                <w:sz w:val="24"/>
                <w:lang w:eastAsia="ar-SA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F51FB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5210110020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29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fb"/>
              <w:suppressAutoHyphens w:val="0"/>
              <w:jc w:val="both"/>
              <w:rPr>
                <w:rFonts w:ascii="Times New Roman" w:hAnsi="Times New Roman"/>
                <w:kern w:val="0"/>
                <w:sz w:val="24"/>
                <w:lang w:eastAsia="ar-SA"/>
              </w:rPr>
            </w:pPr>
            <w:r w:rsidRPr="00191754">
              <w:rPr>
                <w:rFonts w:ascii="Times New Roman" w:hAnsi="Times New Roman"/>
                <w:kern w:val="0"/>
                <w:sz w:val="24"/>
                <w:lang w:eastAsia="ar-SA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kern w:val="0"/>
                <w:sz w:val="24"/>
                <w:lang w:eastAsia="ar-SA"/>
              </w:rPr>
              <w:t>обеспечения государственных (</w:t>
            </w:r>
            <w:r w:rsidRPr="00191754">
              <w:rPr>
                <w:rFonts w:ascii="Times New Roman" w:hAnsi="Times New Roman"/>
                <w:kern w:val="0"/>
                <w:sz w:val="24"/>
                <w:lang w:eastAsia="ar-SA"/>
              </w:rPr>
              <w:t>муниципальных нужд</w:t>
            </w:r>
            <w:r>
              <w:rPr>
                <w:rFonts w:ascii="Times New Roman" w:hAnsi="Times New Roman"/>
                <w:kern w:val="0"/>
                <w:sz w:val="24"/>
                <w:lang w:eastAsia="ar-SA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F51FB0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5210110020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2C2A8B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91754" w:rsidRDefault="00B426C7" w:rsidP="00ED3E5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307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237B" w:rsidRDefault="00B426C7" w:rsidP="00B30167">
            <w:pPr>
              <w:pStyle w:val="aff2"/>
              <w:rPr>
                <w:rFonts w:ascii="Times New Roman" w:hAnsi="Times New Roman" w:cs="Times New Roman"/>
              </w:rPr>
            </w:pPr>
            <w:r w:rsidRPr="000B237B">
              <w:rPr>
                <w:rFonts w:ascii="Times New Roman" w:hAnsi="Times New Roman" w:cs="Times New Roman"/>
                <w:bCs/>
              </w:rPr>
              <w:t>Ведомственная целевая программа «</w:t>
            </w:r>
            <w:r w:rsidRPr="000B237B">
              <w:rPr>
                <w:rFonts w:ascii="Times New Roman" w:hAnsi="Times New Roman" w:cs="Times New Roman"/>
                <w:bCs/>
                <w:lang w:eastAsia="ar-SA"/>
              </w:rPr>
              <w:t>Информатизация администрации Новопетровского сельского поселения Павловского района на 201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7</w:t>
            </w:r>
            <w:r w:rsidRPr="000B237B">
              <w:rPr>
                <w:rFonts w:ascii="Times New Roman" w:hAnsi="Times New Roman" w:cs="Times New Roman"/>
                <w:bCs/>
                <w:lang w:eastAsia="ar-SA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0D32CC" w:rsidRDefault="00B426C7" w:rsidP="007A7AAF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CB2CBE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2000B8" w:rsidTr="00CC4872">
        <w:trPr>
          <w:trHeight w:val="307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73311" w:rsidRDefault="00B426C7" w:rsidP="00CB2CBE">
            <w:pPr>
              <w:pStyle w:val="afffb"/>
              <w:suppressAutoHyphens w:val="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CB2CBE">
            <w:r w:rsidRPr="00075549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2000B8" w:rsidTr="00CC4872">
        <w:trPr>
          <w:trHeight w:val="307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73311" w:rsidRDefault="00B426C7" w:rsidP="00CB2CBE">
            <w:pPr>
              <w:pStyle w:val="afffb"/>
              <w:suppressAutoHyphens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373311">
              <w:rPr>
                <w:rFonts w:ascii="Times New Roman" w:hAnsi="Times New Roman"/>
                <w:bCs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CB2CB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CB2CBE">
            <w:r w:rsidRPr="00075549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2000B8" w:rsidTr="00CC4872">
        <w:trPr>
          <w:trHeight w:val="307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B30167">
            <w:pPr>
              <w:pStyle w:val="aff2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</w:t>
            </w:r>
            <w:r>
              <w:rPr>
                <w:rFonts w:ascii="Times New Roman" w:hAnsi="Times New Roman"/>
              </w:rPr>
              <w:t>ении Павловского района» на 2017</w:t>
            </w:r>
            <w:r w:rsidRPr="00A876E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7A7AAF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352D7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891AB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307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/>
              </w:rPr>
            </w:pPr>
            <w:r w:rsidRPr="002C2A8B">
              <w:rPr>
                <w:rFonts w:ascii="Times New Roman" w:hAnsi="Times New Roman"/>
                <w:bCs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5900110070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307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  <w:bCs/>
                <w:snapToGrid w:val="0"/>
              </w:rPr>
            </w:pPr>
            <w:r w:rsidRPr="002C2A8B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5900110070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2C2A8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2C2A8B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307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7A7AAF">
            <w:pPr>
              <w:pStyle w:val="aff2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7A7AAF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426C7" w:rsidRPr="002000B8" w:rsidTr="00CC4872">
        <w:trPr>
          <w:trHeight w:val="307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7A7AAF">
            <w:pPr>
              <w:pStyle w:val="aff2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7A7AAF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426C7" w:rsidRPr="002000B8" w:rsidTr="00CC4872">
        <w:trPr>
          <w:trHeight w:val="307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F32CC" w:rsidRDefault="00B426C7" w:rsidP="007A7AAF">
            <w:pPr>
              <w:pStyle w:val="aff2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7A7AAF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7A7AAF">
            <w:pPr>
              <w:pStyle w:val="aff2"/>
              <w:rPr>
                <w:rFonts w:ascii="Times New Roman" w:hAnsi="Times New Roman" w:cs="Times New Roman"/>
                <w:b/>
                <w:highlight w:val="yellow"/>
              </w:rPr>
            </w:pPr>
            <w:r w:rsidRPr="006B1C79">
              <w:rPr>
                <w:rFonts w:ascii="Times New Roman" w:hAnsi="Times New Roman" w:cs="Times New Roman"/>
                <w:b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0114" w:rsidRDefault="00B426C7" w:rsidP="007A7AAF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0114" w:rsidRDefault="00B426C7" w:rsidP="007A7AAF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45B70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045B70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45B70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B70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45B70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B70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045B70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045B70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21C5D" w:rsidRDefault="00B426C7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B1C79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6C0AC4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0114" w:rsidRDefault="00B426C7" w:rsidP="007A7AAF">
            <w:pPr>
              <w:rPr>
                <w:rFonts w:ascii="Times New Roman" w:hAnsi="Times New Roman"/>
                <w:sz w:val="24"/>
              </w:rPr>
            </w:pPr>
            <w:r w:rsidRPr="000B0114">
              <w:rPr>
                <w:rFonts w:ascii="Times New Roman" w:hAnsi="Times New Roman"/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01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0B011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01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0B011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01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0B011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01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0B0114">
              <w:rPr>
                <w:rFonts w:ascii="Times New Roman" w:hAnsi="Times New Roman" w:cs="Times New Roman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0114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0114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0114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14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0114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14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0B0114" w:rsidRDefault="00B426C7" w:rsidP="006C0AC4">
            <w:pPr>
              <w:pStyle w:val="aff2"/>
              <w:rPr>
                <w:rFonts w:ascii="Times New Roman" w:hAnsi="Times New Roman" w:cs="Times New Roman"/>
              </w:rPr>
            </w:pPr>
            <w:r w:rsidRPr="000B0114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0B0114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TableContents"/>
              <w:jc w:val="both"/>
              <w:rPr>
                <w:bCs/>
                <w:snapToGrid w:val="0"/>
              </w:rPr>
            </w:pPr>
            <w:r w:rsidRPr="00A876E5">
              <w:t xml:space="preserve">Расходы на выплаты персоналу </w:t>
            </w:r>
            <w:r>
              <w:t>государственных (</w:t>
            </w:r>
            <w:r w:rsidRPr="00A876E5">
              <w:t>муниципальных</w:t>
            </w:r>
            <w:r>
              <w:t>)</w:t>
            </w:r>
            <w:r w:rsidRPr="00A876E5">
              <w:t xml:space="preserve">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B1C79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91754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569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7A7AAF">
            <w:pPr>
              <w:pStyle w:val="aff2"/>
              <w:rPr>
                <w:rFonts w:ascii="Times New Roman" w:hAnsi="Times New Roman" w:cs="Times New Roman"/>
                <w:b/>
                <w:highlight w:val="yellow"/>
              </w:rPr>
            </w:pPr>
            <w:r w:rsidRPr="006B1C79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564DD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214BD6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426C7" w:rsidRPr="002000B8" w:rsidTr="00CC4872">
        <w:trPr>
          <w:trHeight w:val="850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0A7425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  <w:bCs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B1C79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B1C7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  <w:bCs/>
              </w:rPr>
            </w:pPr>
            <w:r w:rsidRPr="00A876E5">
              <w:rPr>
                <w:rFonts w:ascii="Times New Roman" w:hAnsi="Times New Roman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B1C79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B1C7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876E5" w:rsidRDefault="00B426C7" w:rsidP="0044226C">
            <w:pPr>
              <w:pStyle w:val="aff2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 xml:space="preserve">Мероприятия по предупреждению и ликвидации </w:t>
            </w:r>
            <w:r>
              <w:rPr>
                <w:rFonts w:ascii="Times New Roman" w:hAnsi="Times New Roman"/>
              </w:rPr>
              <w:t xml:space="preserve">последствий </w:t>
            </w:r>
            <w:r w:rsidRPr="00A876E5">
              <w:rPr>
                <w:rFonts w:ascii="Times New Roman" w:hAnsi="Times New Roman"/>
              </w:rPr>
              <w:t>чрезвычайных ситуаций</w:t>
            </w:r>
            <w:r>
              <w:rPr>
                <w:rFonts w:ascii="Times New Roman" w:hAnsi="Times New Roman"/>
              </w:rPr>
              <w:t xml:space="preserve"> и </w:t>
            </w:r>
            <w:r w:rsidRPr="00A876E5">
              <w:rPr>
                <w:rFonts w:ascii="Times New Roman" w:hAnsi="Times New Roman"/>
              </w:rPr>
              <w:t>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B1C79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B1C7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F83F73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876E5" w:rsidRDefault="00B426C7" w:rsidP="00F83F73">
            <w:pPr>
              <w:pStyle w:val="aff2"/>
              <w:rPr>
                <w:rFonts w:ascii="Times New Roman" w:hAnsi="Times New Roman"/>
              </w:rPr>
            </w:pPr>
            <w:r w:rsidRPr="00E41F5C">
              <w:rPr>
                <w:rFonts w:ascii="Times New Roman" w:eastAsia="Arial Unicode MS" w:hAnsi="Times New Roman" w:cs="Tahoma"/>
                <w:bCs/>
                <w:lang w:eastAsia="zh-CN"/>
              </w:rPr>
              <w:t>Участие в предупреждении и ликвидации последствий чрезвычайных ситуаций</w:t>
            </w:r>
            <w:r>
              <w:rPr>
                <w:rFonts w:ascii="Times New Roman" w:eastAsia="Arial Unicode MS" w:hAnsi="Times New Roman" w:cs="Tahoma"/>
                <w:bCs/>
                <w:lang w:eastAsia="zh-CN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83F73" w:rsidRDefault="00B426C7" w:rsidP="00F8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F7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83F73" w:rsidRDefault="00B426C7" w:rsidP="00F8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F7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83F73" w:rsidRDefault="00B426C7" w:rsidP="00F8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F7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83F73" w:rsidRDefault="00B426C7" w:rsidP="00F8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F73">
              <w:rPr>
                <w:rFonts w:ascii="Times New Roman" w:hAnsi="Times New Roman" w:cs="Times New Roman"/>
                <w:sz w:val="24"/>
                <w:szCs w:val="24"/>
              </w:rPr>
              <w:t>6210100000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F83F73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B1C79" w:rsidRDefault="00B426C7" w:rsidP="00F83F73">
            <w:pPr>
              <w:pStyle w:val="aff2"/>
              <w:rPr>
                <w:rFonts w:ascii="Times New Roman" w:hAnsi="Times New Roman" w:cs="Times New Roman"/>
              </w:rPr>
            </w:pPr>
            <w:r w:rsidRPr="006B1C7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F83F7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F83F7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F83F7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580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F83F73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 xml:space="preserve">Предупреждение и ликвидация последствий чрезвычайных ситуаций </w:t>
            </w:r>
            <w:r>
              <w:rPr>
                <w:rFonts w:ascii="Times New Roman" w:hAnsi="Times New Roman" w:cs="Times New Roman"/>
              </w:rPr>
              <w:t>в границах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F83F7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6210110100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B1C79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6B1C7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21C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F1D5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6210110100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625CB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8625CB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040DF" w:rsidRDefault="00B426C7" w:rsidP="007A7AAF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040DF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040DF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040DF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040DF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040DF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7A7AAF">
            <w:pPr>
              <w:pStyle w:val="aff2"/>
              <w:rPr>
                <w:rFonts w:ascii="Times New Roman" w:hAnsi="Times New Roman" w:cs="Times New Roman"/>
                <w:b/>
                <w:highlight w:val="yellow"/>
              </w:rPr>
            </w:pPr>
            <w:r w:rsidRPr="008625CB">
              <w:rPr>
                <w:rFonts w:ascii="Times New Roman" w:hAnsi="Times New Roman" w:cs="Times New Roman"/>
                <w:b/>
              </w:rPr>
              <w:t>1384,0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040DF" w:rsidRDefault="00B426C7" w:rsidP="00B3325C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040DF" w:rsidRDefault="00B426C7" w:rsidP="007A7AAF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B3424" w:rsidRDefault="00B426C7" w:rsidP="007A7AAF">
            <w:pPr>
              <w:pStyle w:val="aff2"/>
              <w:rPr>
                <w:rFonts w:ascii="Times New Roman" w:hAnsi="Times New Roman" w:cs="Times New Roman"/>
                <w:b/>
                <w:highlight w:val="yellow"/>
              </w:rPr>
            </w:pPr>
            <w:r w:rsidRPr="00CB2CBE">
              <w:rPr>
                <w:rFonts w:ascii="Times New Roman" w:hAnsi="Times New Roman" w:cs="Times New Roman"/>
                <w:b/>
              </w:rPr>
              <w:t>71,3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21C5D" w:rsidRDefault="00B426C7" w:rsidP="007A7A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7A7AAF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8625CB">
              <w:rPr>
                <w:rFonts w:ascii="Times New Roman" w:hAnsi="Times New Roman" w:cs="Times New Roman"/>
              </w:rPr>
              <w:t>1384,0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A7AA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B3424" w:rsidRDefault="00B426C7" w:rsidP="00CB2CBE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CB2CBE">
              <w:rPr>
                <w:rFonts w:ascii="Times New Roman" w:hAnsi="Times New Roman" w:cs="Times New Roman"/>
              </w:rPr>
              <w:t>70,4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21C5D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A76AE7">
            <w:pPr>
              <w:rPr>
                <w:sz w:val="24"/>
                <w:szCs w:val="24"/>
                <w:highlight w:val="yellow"/>
              </w:rPr>
            </w:pPr>
            <w:r w:rsidRPr="008625CB">
              <w:rPr>
                <w:rFonts w:ascii="Times New Roman" w:hAnsi="Times New Roman" w:cs="Times New Roman"/>
                <w:sz w:val="24"/>
                <w:szCs w:val="24"/>
              </w:rPr>
              <w:t>1384,0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21C5D" w:rsidRDefault="00B426C7" w:rsidP="00A76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A76AE7">
            <w:pPr>
              <w:rPr>
                <w:sz w:val="24"/>
                <w:szCs w:val="24"/>
                <w:highlight w:val="yellow"/>
              </w:rPr>
            </w:pPr>
            <w:r w:rsidRPr="008625CB">
              <w:rPr>
                <w:rFonts w:ascii="Times New Roman" w:hAnsi="Times New Roman" w:cs="Times New Roman"/>
                <w:sz w:val="24"/>
                <w:szCs w:val="24"/>
              </w:rPr>
              <w:t>1384,0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21C5D" w:rsidRDefault="00B426C7" w:rsidP="00A76A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15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Мероприятия в части проектирования, строительства, реконструкции, капитального ремонта и содержания 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A76AE7">
            <w:pPr>
              <w:rPr>
                <w:sz w:val="24"/>
                <w:szCs w:val="24"/>
                <w:highlight w:val="yellow"/>
              </w:rPr>
            </w:pPr>
            <w:r w:rsidRPr="008625CB">
              <w:rPr>
                <w:rFonts w:ascii="Times New Roman" w:hAnsi="Times New Roman" w:cs="Times New Roman"/>
                <w:sz w:val="24"/>
                <w:szCs w:val="24"/>
              </w:rPr>
              <w:t>1384,0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21C5D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5310110080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A76AE7">
            <w:pPr>
              <w:rPr>
                <w:sz w:val="24"/>
                <w:szCs w:val="24"/>
                <w:highlight w:val="yellow"/>
              </w:rPr>
            </w:pPr>
            <w:r w:rsidRPr="008625CB">
              <w:rPr>
                <w:rFonts w:ascii="Times New Roman" w:hAnsi="Times New Roman" w:cs="Times New Roman"/>
                <w:sz w:val="24"/>
                <w:szCs w:val="24"/>
              </w:rPr>
              <w:t>1384,0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255F0B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5310110080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A76AE7">
            <w:pPr>
              <w:rPr>
                <w:sz w:val="24"/>
                <w:szCs w:val="24"/>
                <w:highlight w:val="yellow"/>
              </w:rPr>
            </w:pPr>
            <w:r w:rsidRPr="008625CB">
              <w:rPr>
                <w:rFonts w:ascii="Times New Roman" w:hAnsi="Times New Roman" w:cs="Times New Roman"/>
                <w:sz w:val="24"/>
                <w:szCs w:val="24"/>
              </w:rPr>
              <w:t>1384,0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255F0B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из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45B70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в рамках реализации государственной программы Краснодарского края «Развитие сети автомобильных дорог Краснодарского края» по подпрограмме   «Строительство, реконструкция, капитальный ремонт автомобильных дорог общего пользования местного значения на территории Краснодарского края»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5310262440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45B70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5310262440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45B70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ED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</w:t>
            </w:r>
            <w:r>
              <w:rPr>
                <w:rFonts w:ascii="Times New Roman" w:hAnsi="Times New Roman"/>
                <w:sz w:val="24"/>
              </w:rPr>
              <w:t>К</w:t>
            </w:r>
            <w:r w:rsidRPr="00A876E5">
              <w:rPr>
                <w:rFonts w:ascii="Times New Roman" w:hAnsi="Times New Roman"/>
                <w:sz w:val="24"/>
              </w:rPr>
              <w:t xml:space="preserve">апитальный ремонт и </w:t>
            </w:r>
            <w:r>
              <w:rPr>
                <w:rFonts w:ascii="Times New Roman" w:hAnsi="Times New Roman"/>
                <w:sz w:val="24"/>
              </w:rPr>
              <w:t>ремонт</w:t>
            </w:r>
            <w:r w:rsidRPr="00A876E5">
              <w:rPr>
                <w:rFonts w:ascii="Times New Roman" w:hAnsi="Times New Roman"/>
                <w:sz w:val="24"/>
              </w:rPr>
              <w:t xml:space="preserve"> автомобильных дорог местного значения Новопетровского сельского поселения Павловского района</w:t>
            </w:r>
            <w:r>
              <w:rPr>
                <w:rFonts w:ascii="Times New Roman" w:hAnsi="Times New Roman"/>
                <w:sz w:val="24"/>
              </w:rPr>
              <w:t>» на 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45B70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1591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45B70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1591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45B70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и инновационная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45B70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осуществления муниципального земельного контроля 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45B70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муниципального земельного контроля в границах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6110110140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45B70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6110110140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45B70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76AE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783F" w:rsidRDefault="00B426C7" w:rsidP="00A76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E70F1" w:rsidRDefault="00B426C7" w:rsidP="00AE70F1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E70F1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E70F1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E70F1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E70F1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E70F1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50FFB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550FFB">
              <w:rPr>
                <w:rFonts w:ascii="Times New Roman" w:hAnsi="Times New Roman" w:cs="Times New Roman"/>
                <w:b/>
              </w:rPr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C3417A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C3417A">
              <w:rPr>
                <w:rFonts w:ascii="Times New Roman" w:hAnsi="Times New Roman" w:cs="Times New Roman"/>
                <w:b/>
              </w:rPr>
              <w:t>396,7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C3417A" w:rsidRDefault="00B426C7" w:rsidP="00DC3ED1">
            <w:pPr>
              <w:pStyle w:val="aff2"/>
              <w:rPr>
                <w:rFonts w:ascii="Times New Roman" w:hAnsi="Times New Roman" w:cs="Times New Roman"/>
                <w:b/>
                <w:lang w:val="en-US"/>
              </w:rPr>
            </w:pPr>
            <w:r w:rsidRPr="00C3417A">
              <w:rPr>
                <w:rFonts w:ascii="Times New Roman" w:hAnsi="Times New Roman" w:cs="Times New Roman"/>
                <w:b/>
              </w:rPr>
              <w:t>197,</w:t>
            </w:r>
            <w:r w:rsidRPr="00C3417A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DC3ED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DB2016">
              <w:rPr>
                <w:rFonts w:ascii="Times New Roman" w:hAnsi="Times New Roman" w:cs="Times New Roman"/>
                <w:b/>
              </w:rPr>
              <w:t>49,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50FFB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550FFB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396,7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DC3ED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DC3ED1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49,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  <w:r w:rsidRPr="0044415D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50FFB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550FFB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396,7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DC3ED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DC3ED1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49,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AE70F1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550F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342,8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DC3ED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42,0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876E5" w:rsidRDefault="00B426C7" w:rsidP="00AE70F1">
            <w:pPr>
              <w:rPr>
                <w:rFonts w:ascii="Times New Roman" w:hAnsi="Times New Roman"/>
                <w:sz w:val="24"/>
              </w:rPr>
            </w:pPr>
            <w:r w:rsidRPr="00496315">
              <w:rPr>
                <w:rFonts w:ascii="Times New Roman" w:hAnsi="Times New Roman"/>
                <w:sz w:val="24"/>
              </w:rPr>
              <w:t>Озеленение и благоустройство территории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AE70F1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550F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342,8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DC3ED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42,0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96315" w:rsidRDefault="00B426C7" w:rsidP="00AE70F1">
            <w:pPr>
              <w:rPr>
                <w:rFonts w:ascii="Times New Roman" w:hAnsi="Times New Roman"/>
                <w:sz w:val="24"/>
              </w:rPr>
            </w:pPr>
            <w:r w:rsidRPr="00BD280A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6720110180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AE70F1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550F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142,8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46,1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6720110180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AE70F1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550F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2D74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352D74">
              <w:rPr>
                <w:rFonts w:ascii="Times New Roman" w:hAnsi="Times New Roman" w:cs="Times New Roman"/>
              </w:rPr>
              <w:t>142,8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46,1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6720160170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0329E" w:rsidRDefault="00B426C7" w:rsidP="00AE70F1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  <w:r w:rsidRPr="0050329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BF5EA1" w:rsidRDefault="00B426C7" w:rsidP="00AE70F1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0F3EF3">
              <w:rPr>
                <w:rFonts w:ascii="Times New Roman" w:hAnsi="Times New Roman" w:cs="Times New Roman"/>
              </w:rPr>
              <w:t>39,0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6720160170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0329E" w:rsidRDefault="00B426C7" w:rsidP="00AE70F1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  <w:r w:rsidRPr="0050329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BF5EA1" w:rsidRDefault="00B426C7" w:rsidP="00AE70F1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0F3EF3">
              <w:rPr>
                <w:rFonts w:ascii="Times New Roman" w:hAnsi="Times New Roman" w:cs="Times New Roman"/>
              </w:rPr>
              <w:t>39,0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78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783648">
            <w:r w:rsidRPr="00DB2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876E5" w:rsidRDefault="00B426C7" w:rsidP="00783648">
            <w:pPr>
              <w:rPr>
                <w:rFonts w:ascii="Times New Roman" w:hAnsi="Times New Roman"/>
                <w:sz w:val="24"/>
              </w:rPr>
            </w:pPr>
            <w:r w:rsidRPr="00792D65">
              <w:rPr>
                <w:rFonts w:ascii="Times New Roman" w:eastAsia="Arial Unicode MS" w:hAnsi="Times New Roman" w:cs="Tahoma"/>
                <w:sz w:val="24"/>
                <w:szCs w:val="24"/>
                <w:lang w:eastAsia="zh-CN"/>
              </w:rPr>
              <w:t>Благоустройство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783648">
            <w:r w:rsidRPr="00DB2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876E5" w:rsidRDefault="00B426C7" w:rsidP="00783648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6730110190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783648">
            <w:r w:rsidRPr="00DB2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46F8B" w:rsidRDefault="00B426C7" w:rsidP="0078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6730110190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783648">
            <w:r w:rsidRPr="00DB2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97937" w:rsidRDefault="00B426C7" w:rsidP="007836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9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97937" w:rsidRDefault="00B426C7" w:rsidP="00783648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97937" w:rsidRDefault="00B426C7" w:rsidP="00783648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97937" w:rsidRDefault="00B426C7" w:rsidP="00783648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97937" w:rsidRDefault="00B426C7" w:rsidP="00783648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97937" w:rsidRDefault="00B426C7" w:rsidP="00783648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783648">
            <w:r w:rsidRPr="00DB2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97937" w:rsidRDefault="00B426C7" w:rsidP="00783648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97937" w:rsidRDefault="00B426C7" w:rsidP="00783648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97937" w:rsidRDefault="00B426C7" w:rsidP="00783648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Молодежная политика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783648">
            <w:r w:rsidRPr="00DB2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Ведомственная целевая п</w:t>
            </w:r>
            <w:r w:rsidRPr="00792D65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 xml:space="preserve">рограмма </w:t>
            </w:r>
            <w:r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 xml:space="preserve">по </w:t>
            </w:r>
            <w:r w:rsidRPr="00792D65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 xml:space="preserve">реализации молодежной политики в Новопетровском сельском поселении Павловского района «Молодежь </w:t>
            </w:r>
            <w:r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Новопетровского сельского поселения</w:t>
            </w:r>
            <w:r w:rsidRPr="00792D65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783648">
            <w:r w:rsidRPr="00DB2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r w:rsidRPr="00265193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r w:rsidRPr="00265193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92D65" w:rsidRDefault="00B426C7" w:rsidP="00783648">
            <w:pPr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</w:pPr>
            <w:r w:rsidRPr="0055736F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783648">
            <w:r w:rsidRPr="00DB2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r w:rsidRPr="00265193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r w:rsidRPr="00265193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5736F" w:rsidRDefault="00B426C7" w:rsidP="00783648">
            <w:pPr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</w:pPr>
            <w:r w:rsidRPr="0055736F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783648">
            <w:r w:rsidRPr="00DB2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r w:rsidRPr="00265193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r w:rsidRPr="00265193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rPr>
          <w:trHeight w:val="58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783648">
            <w:r w:rsidRPr="00DB2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r w:rsidRPr="00265193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783648">
            <w:r w:rsidRPr="00265193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78364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B0390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B0390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B0390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B039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B0390">
              <w:rPr>
                <w:rFonts w:ascii="Times New Roman" w:hAnsi="Times New Roman" w:cs="Times New Roman"/>
                <w:b/>
              </w:rPr>
              <w:t>2153,2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B0390">
              <w:rPr>
                <w:rFonts w:ascii="Times New Roman" w:hAnsi="Times New Roman" w:cs="Times New Roman"/>
                <w:b/>
              </w:rPr>
              <w:t>2461,5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B0390">
              <w:rPr>
                <w:rFonts w:ascii="Times New Roman" w:hAnsi="Times New Roman" w:cs="Times New Roman"/>
                <w:b/>
              </w:rPr>
              <w:t>2411,0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AE70F1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DB2016">
              <w:rPr>
                <w:rFonts w:ascii="Times New Roman" w:hAnsi="Times New Roman" w:cs="Times New Roman"/>
                <w:b/>
              </w:rPr>
              <w:t>97,9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B039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3B039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3B039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3B039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AE70F1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AE70F1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30115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330115">
              <w:rPr>
                <w:rFonts w:ascii="Times New Roman" w:hAnsi="Times New Roman" w:cs="Times New Roman"/>
              </w:rPr>
              <w:t>2153,2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3B0390">
              <w:rPr>
                <w:rFonts w:ascii="Times New Roman" w:hAnsi="Times New Roman" w:cs="Times New Roman"/>
              </w:rPr>
              <w:t>2461,5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B0390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3B0390">
              <w:rPr>
                <w:rFonts w:ascii="Times New Roman" w:hAnsi="Times New Roman" w:cs="Times New Roman"/>
              </w:rPr>
              <w:t>2411,0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AE70F1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97,9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54E32" w:rsidRDefault="00B426C7" w:rsidP="00E97937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54E32">
              <w:rPr>
                <w:rFonts w:ascii="Times New Roman" w:hAnsi="Times New Roman" w:cs="Times New Roman"/>
              </w:rPr>
              <w:t>Культура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54E32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54E3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54E32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54E3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54E32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54E3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54E32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54E32">
              <w:rPr>
                <w:rFonts w:ascii="Times New Roman" w:hAnsi="Times New Roman" w:cs="Times New Roman"/>
              </w:rPr>
              <w:t>6000000000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97937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30115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330115">
              <w:rPr>
                <w:rFonts w:ascii="Times New Roman" w:hAnsi="Times New Roman" w:cs="Times New Roman"/>
              </w:rPr>
              <w:t>2153,2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97937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  <w:r w:rsidRPr="003B0390">
              <w:rPr>
                <w:rFonts w:ascii="Times New Roman" w:hAnsi="Times New Roman" w:cs="Times New Roman"/>
              </w:rPr>
              <w:t>1892,3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97937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  <w:r w:rsidRPr="003B0390">
              <w:rPr>
                <w:rFonts w:ascii="Times New Roman" w:hAnsi="Times New Roman" w:cs="Times New Roman"/>
              </w:rPr>
              <w:t>1841,8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97,3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9F7D1A">
              <w:rPr>
                <w:rFonts w:ascii="Times New Roman" w:hAnsi="Times New Roman"/>
                <w:sz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6010000000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1930,2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97937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  <w:r w:rsidRPr="003B0390">
              <w:rPr>
                <w:rFonts w:ascii="Times New Roman" w:hAnsi="Times New Roman" w:cs="Times New Roman"/>
              </w:rPr>
              <w:t>1658,1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97937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  <w:r w:rsidRPr="009F7D1A">
              <w:rPr>
                <w:rFonts w:ascii="Times New Roman" w:hAnsi="Times New Roman" w:cs="Times New Roman"/>
              </w:rPr>
              <w:t>1646,1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99</w:t>
            </w:r>
          </w:p>
        </w:tc>
      </w:tr>
      <w:tr w:rsidR="00B426C7" w:rsidRPr="0078364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9F7D1A">
              <w:rPr>
                <w:rFonts w:ascii="Times New Roman" w:hAnsi="Times New Roman"/>
                <w:bCs/>
                <w:kern w:val="0"/>
                <w:sz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6010100000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1930,2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97937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  <w:r w:rsidRPr="003B0390">
              <w:rPr>
                <w:rFonts w:ascii="Times New Roman" w:hAnsi="Times New Roman" w:cs="Times New Roman"/>
              </w:rPr>
              <w:t>1658,1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97937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  <w:r w:rsidRPr="000F3EF3">
              <w:rPr>
                <w:rFonts w:ascii="Times New Roman" w:hAnsi="Times New Roman" w:cs="Times New Roman"/>
              </w:rPr>
              <w:t>1646,1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99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9F7D1A">
              <w:rPr>
                <w:rFonts w:ascii="Times New Roman" w:hAnsi="Times New Roman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3B0390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  <w:r w:rsidRPr="003B0390">
              <w:rPr>
                <w:rFonts w:ascii="Times New Roman" w:hAnsi="Times New Roman" w:cs="Times New Roman"/>
              </w:rPr>
              <w:t>894,1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97937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  <w:r w:rsidRPr="000F3EF3">
              <w:rPr>
                <w:rFonts w:ascii="Times New Roman" w:hAnsi="Times New Roman" w:cs="Times New Roman"/>
              </w:rPr>
              <w:t>882,1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3B0390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98,7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D3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D1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97937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3B0390">
              <w:rPr>
                <w:rFonts w:ascii="Times New Roman" w:hAnsi="Times New Roman" w:cs="Times New Roman"/>
                <w:sz w:val="24"/>
                <w:szCs w:val="24"/>
              </w:rPr>
              <w:t>894,1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97937">
            <w:pPr>
              <w:pStyle w:val="aff2"/>
              <w:rPr>
                <w:rFonts w:ascii="Times New Roman" w:hAnsi="Times New Roman" w:cs="Times New Roman"/>
                <w:highlight w:val="cyan"/>
              </w:rPr>
            </w:pPr>
            <w:r w:rsidRPr="000F3EF3">
              <w:rPr>
                <w:rFonts w:ascii="Times New Roman" w:hAnsi="Times New Roman" w:cs="Times New Roman"/>
              </w:rPr>
              <w:t>882,1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3B0390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98,7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D3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EF3">
              <w:rPr>
                <w:rFonts w:ascii="Times New Roman" w:hAnsi="Times New Roman" w:cs="Times New Roman"/>
                <w:sz w:val="24"/>
                <w:szCs w:val="24"/>
              </w:rPr>
              <w:t>Субсидии в рамках реализации государственной программы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 w:rsidRPr="000F3EF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 w:rsidRPr="000F3EF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 w:rsidRPr="000F3E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 w:rsidRPr="000F3EF3">
              <w:rPr>
                <w:rFonts w:ascii="Times New Roman" w:hAnsi="Times New Roman" w:cs="Times New Roman"/>
              </w:rPr>
              <w:t>6010160120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 w:rsidRPr="000F3EF3">
              <w:rPr>
                <w:rFonts w:ascii="Times New Roman" w:hAnsi="Times New Roman" w:cs="Times New Roman"/>
              </w:rPr>
              <w:t>730,2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D3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EF3">
              <w:rPr>
                <w:rFonts w:ascii="Times New Roman" w:hAnsi="Times New Roman" w:cs="Times New Roman"/>
                <w:sz w:val="24"/>
                <w:szCs w:val="24"/>
              </w:rPr>
              <w:t>764,0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F3EF3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 w:rsidRPr="000F3EF3">
              <w:rPr>
                <w:rFonts w:ascii="Times New Roman" w:hAnsi="Times New Roman" w:cs="Times New Roman"/>
              </w:rPr>
              <w:t>764,0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0F3EF3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 w:rsidRPr="000F3EF3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D3AAE" w:rsidRDefault="00B426C7" w:rsidP="00ED3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AA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6010160120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ED3AAE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E5713">
              <w:rPr>
                <w:rFonts w:ascii="Times New Roman" w:hAnsi="Times New Roman" w:cs="Times New Roman"/>
              </w:rPr>
              <w:t>730,2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D3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ED3AAE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5218F" w:rsidRDefault="00B426C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E97937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E5713">
              <w:rPr>
                <w:rFonts w:ascii="Times New Roman" w:hAnsi="Times New Roman" w:cs="Times New Roman"/>
              </w:rPr>
              <w:t>223,0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83,6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5218F" w:rsidRDefault="00B426C7" w:rsidP="00ED3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36F">
              <w:rPr>
                <w:rFonts w:ascii="Times New Roman" w:eastAsia="Arial Unicode MS" w:hAnsi="Times New Roman"/>
                <w:bCs/>
                <w:sz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E97937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E5713">
              <w:rPr>
                <w:rFonts w:ascii="Times New Roman" w:hAnsi="Times New Roman" w:cs="Times New Roman"/>
              </w:rPr>
              <w:t>223,0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9F7D1A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83,6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5218F" w:rsidRDefault="00B426C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E97937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E571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D30BA" w:rsidRDefault="00B426C7" w:rsidP="009F7D1A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9F7D1A">
              <w:rPr>
                <w:rFonts w:ascii="Times New Roman" w:hAnsi="Times New Roman" w:cs="Times New Roman"/>
              </w:rPr>
              <w:t>74,7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5218F" w:rsidRDefault="00B426C7" w:rsidP="00ED3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E97937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E571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D30BA" w:rsidRDefault="00B426C7" w:rsidP="00E97937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9F7D1A">
              <w:rPr>
                <w:rFonts w:ascii="Times New Roman" w:hAnsi="Times New Roman" w:cs="Times New Roman"/>
              </w:rPr>
              <w:t>74,7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03C2" w:rsidRDefault="00B426C7" w:rsidP="00ED3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</w:t>
            </w: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государственной программы Краснодарского края «Развитие культуры» по подпрограмме «Кадровое обеспечение сферы культуры и искусства».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6030160120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E97937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E571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5218F" w:rsidRDefault="00B426C7" w:rsidP="00ED3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6030160120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5E7E1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567F5" w:rsidRDefault="00B426C7" w:rsidP="00E97937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E571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1E86" w:rsidRDefault="00B426C7" w:rsidP="004030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Новопетровского сельского поселения Павловского района «Кадровое обеспечение сферы культуры и искусства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4D34D3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E5713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7E57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1E86" w:rsidRDefault="00B426C7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36F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03082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56000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5E7E1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E5713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7E57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D34D3" w:rsidRDefault="00B426C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5AA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03082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56000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5E7E1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E5713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7E57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0B7C5D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A33C47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338B" w:rsidRDefault="00B426C7" w:rsidP="00E97937">
            <w:pPr>
              <w:pStyle w:val="BalloonText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B426C7" w:rsidRPr="0017338B" w:rsidRDefault="00B426C7" w:rsidP="00E97937">
            <w:pPr>
              <w:pStyle w:val="BalloonText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17338B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F05AA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783F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F05AA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783F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338B" w:rsidRDefault="00B426C7" w:rsidP="00E97937">
            <w:pPr>
              <w:pStyle w:val="BalloonText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B426C7" w:rsidRPr="0017338B" w:rsidRDefault="00B426C7" w:rsidP="00E97937">
            <w:pPr>
              <w:pStyle w:val="BalloonText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17338B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Меры поддержки лиц, замещавших муниципальные должности и должности муниципальной службы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5F05AA">
            <w:pPr>
              <w:pStyle w:val="aff2"/>
              <w:tabs>
                <w:tab w:val="left" w:pos="124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33C4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86806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783F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7338B" w:rsidRDefault="00B426C7" w:rsidP="00E97937">
            <w:pPr>
              <w:pStyle w:val="BalloonText"/>
              <w:jc w:val="both"/>
              <w:rPr>
                <w:rFonts w:ascii="Times New Roman" w:hAnsi="Times New Roman"/>
                <w:sz w:val="6"/>
                <w:szCs w:val="6"/>
              </w:rPr>
            </w:pPr>
            <w:r w:rsidRPr="0017338B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Выплата дополнительного социального обеспечения, доплат к пенсиям пособий,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5F05AA">
            <w:pPr>
              <w:pStyle w:val="aff2"/>
              <w:tabs>
                <w:tab w:val="left" w:pos="124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6410110230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A33C4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86806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783F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5218F" w:rsidRDefault="00B426C7" w:rsidP="00E97937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6410110230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7C130A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86806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783F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CE131F" w:rsidRDefault="00B426C7" w:rsidP="00CE131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38680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30115" w:rsidRDefault="00B426C7" w:rsidP="007C130A">
            <w:pPr>
              <w:pStyle w:val="aff2"/>
              <w:rPr>
                <w:rFonts w:ascii="Times New Roman" w:hAnsi="Times New Roman" w:cs="Times New Roman"/>
              </w:rPr>
            </w:pPr>
            <w:r w:rsidRPr="003301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86806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783F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386806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86806" w:rsidRDefault="00B426C7" w:rsidP="003868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806">
              <w:rPr>
                <w:rFonts w:ascii="Times New Roman" w:hAnsi="Times New Roman" w:cs="Times New Roman"/>
                <w:sz w:val="24"/>
                <w:szCs w:val="24"/>
              </w:rPr>
              <w:t>Ведомственная</w:t>
            </w:r>
            <w:r w:rsidRPr="003868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целевая программа Новопетровского сельского поселения Павловского района «</w:t>
            </w:r>
            <w:r w:rsidRPr="00386806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Pr="0038680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6400100000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386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16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DB2016" w:rsidRDefault="00B426C7" w:rsidP="00386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016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386806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86806" w:rsidRDefault="00B426C7" w:rsidP="00386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36F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30115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 w:rsidRPr="003301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86806" w:rsidRDefault="00B426C7" w:rsidP="00386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783F" w:rsidRDefault="00B426C7" w:rsidP="00386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386806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86806" w:rsidRDefault="00B426C7" w:rsidP="00386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806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30115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 w:rsidRPr="003301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86806" w:rsidRDefault="00B426C7" w:rsidP="00386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783F" w:rsidRDefault="00B426C7" w:rsidP="00386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C4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33C47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0B7C5D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03C2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783F" w:rsidRDefault="00B426C7" w:rsidP="00E97937">
            <w:pPr>
              <w:pStyle w:val="aff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9F7D1A" w:rsidRDefault="00B426C7" w:rsidP="009F7D1A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9F7D1A">
              <w:rPr>
                <w:rFonts w:ascii="Times New Roman" w:hAnsi="Times New Roman" w:cs="Times New Roman"/>
                <w:b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5218F" w:rsidRDefault="00B426C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783F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9F7D1A" w:rsidRDefault="00B426C7" w:rsidP="009F7D1A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5218F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EE7F51">
              <w:rPr>
                <w:rFonts w:ascii="Times New Roman" w:hAnsi="Times New Roman"/>
                <w:color w:val="000000"/>
              </w:rPr>
              <w:t>Развитие физической культуры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86806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783F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9F7D1A" w:rsidRDefault="00B426C7" w:rsidP="009F7D1A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03C2" w:rsidRDefault="00B426C7" w:rsidP="002F198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области физической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386806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5810110680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86806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783F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9F7D1A" w:rsidRDefault="00B426C7" w:rsidP="009F7D1A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E97937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03C2" w:rsidRDefault="00B426C7" w:rsidP="002F198D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E403C2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5810110680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441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0B7C5D" w:rsidRDefault="00B426C7" w:rsidP="00E97937">
            <w:pPr>
              <w:pStyle w:val="aff2"/>
              <w:rPr>
                <w:rFonts w:ascii="Times New Roman" w:hAnsi="Times New Roman" w:cs="Times New Roman"/>
              </w:rPr>
            </w:pPr>
            <w:r w:rsidRPr="000B7C5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86806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783F" w:rsidRDefault="00B42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9F7D1A" w:rsidRDefault="00B426C7" w:rsidP="009F7D1A">
            <w:pPr>
              <w:pStyle w:val="aff2"/>
              <w:rPr>
                <w:rFonts w:ascii="Times New Roman" w:hAnsi="Times New Roman" w:cs="Times New Roman"/>
              </w:rPr>
            </w:pPr>
            <w:r w:rsidRPr="009F7D1A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0A4A4F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403C2" w:rsidRDefault="00B426C7" w:rsidP="000A4A4F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b/>
                <w:bCs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2378" w:rsidRDefault="00B426C7" w:rsidP="000A4A4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2378" w:rsidRDefault="00B426C7" w:rsidP="000A4A4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2378" w:rsidRDefault="00B426C7" w:rsidP="000A4A4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2378" w:rsidRDefault="00B426C7" w:rsidP="000A4A4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2378" w:rsidRDefault="00B426C7" w:rsidP="000A4A4F">
            <w:pPr>
              <w:pStyle w:val="aff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30115" w:rsidRDefault="00B426C7" w:rsidP="000A4A4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3301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r w:rsidRPr="00D720CE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r w:rsidRPr="00D720CE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0A4A4F">
            <w:pPr>
              <w:pStyle w:val="aff2"/>
              <w:rPr>
                <w:rFonts w:ascii="Times New Roman" w:hAnsi="Times New Roman" w:cs="Times New Roman"/>
                <w:b/>
              </w:rPr>
            </w:pPr>
            <w:r w:rsidRPr="00DB2016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0A4A4F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743C" w:rsidRDefault="00B426C7" w:rsidP="000A4A4F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30115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 w:rsidRPr="003301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r w:rsidRPr="00D720CE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r w:rsidRPr="00D720CE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0A4A4F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743C" w:rsidRDefault="00B426C7" w:rsidP="000A4A4F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30115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 w:rsidRPr="003301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r w:rsidRPr="00D720CE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r w:rsidRPr="00D720CE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0A4A4F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743C" w:rsidRDefault="00B426C7" w:rsidP="000A4A4F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 xml:space="preserve">Управление муниципальным долгом и муниципальными финансовыми активами </w:t>
            </w:r>
            <w:r>
              <w:rPr>
                <w:rFonts w:ascii="Times New Roman" w:hAnsi="Times New Roman"/>
                <w:sz w:val="24"/>
              </w:rPr>
              <w:t>Новопетровского</w:t>
            </w:r>
            <w:r w:rsidRPr="002C743C">
              <w:rPr>
                <w:rFonts w:ascii="Times New Roman" w:hAnsi="Times New Roman"/>
                <w:sz w:val="24"/>
              </w:rPr>
              <w:t xml:space="preserve">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30115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 w:rsidRPr="003301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r w:rsidRPr="00D720CE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r w:rsidRPr="00D720CE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0A4A4F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743C" w:rsidRDefault="00B426C7" w:rsidP="000A4A4F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 xml:space="preserve">Процентные платежи по муниципальному долгу </w:t>
            </w:r>
            <w:r>
              <w:rPr>
                <w:rFonts w:ascii="Times New Roman" w:hAnsi="Times New Roman"/>
                <w:sz w:val="24"/>
              </w:rPr>
              <w:t>Новопетровского</w:t>
            </w:r>
            <w:r w:rsidRPr="002C743C">
              <w:rPr>
                <w:rFonts w:ascii="Times New Roman" w:hAnsi="Times New Roman"/>
                <w:sz w:val="24"/>
              </w:rPr>
              <w:t xml:space="preserve">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 w:rsidRPr="00386806">
              <w:rPr>
                <w:rFonts w:ascii="Times New Roman" w:hAnsi="Times New Roman" w:cs="Times New Roman"/>
              </w:rPr>
              <w:t>7520110150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30115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 w:rsidRPr="003301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r w:rsidRPr="00D720CE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r w:rsidRPr="00D720CE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CC4872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000B8" w:rsidRDefault="00B426C7" w:rsidP="000A4A4F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C743C" w:rsidRDefault="00B426C7" w:rsidP="000A4A4F">
            <w:pPr>
              <w:pStyle w:val="afffb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 xml:space="preserve">Обслуживание муниципального долга </w:t>
            </w:r>
            <w:r>
              <w:rPr>
                <w:rFonts w:ascii="Times New Roman" w:hAnsi="Times New Roman"/>
                <w:sz w:val="24"/>
              </w:rPr>
              <w:t>Новопетровского</w:t>
            </w:r>
            <w:r w:rsidRPr="002C743C">
              <w:rPr>
                <w:rFonts w:ascii="Times New Roman" w:hAnsi="Times New Roman"/>
                <w:sz w:val="24"/>
              </w:rPr>
              <w:t xml:space="preserve">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7520110150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30115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 w:rsidRPr="003301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r w:rsidRPr="00D720CE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0A4A4F">
            <w:r w:rsidRPr="00D720CE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B2016" w:rsidRDefault="00B426C7" w:rsidP="000A4A4F">
            <w:pPr>
              <w:pStyle w:val="aff2"/>
              <w:rPr>
                <w:rFonts w:ascii="Times New Roman" w:hAnsi="Times New Roman" w:cs="Times New Roman"/>
              </w:rPr>
            </w:pPr>
            <w:r w:rsidRPr="00DB2016">
              <w:rPr>
                <w:rFonts w:ascii="Times New Roman" w:hAnsi="Times New Roman" w:cs="Times New Roman"/>
              </w:rPr>
              <w:t>100</w:t>
            </w:r>
          </w:p>
        </w:tc>
      </w:tr>
    </w:tbl>
    <w:p w:rsidR="00B426C7" w:rsidRDefault="00B426C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4C78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B71F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</w:t>
      </w:r>
    </w:p>
    <w:p w:rsidR="00B426C7" w:rsidRDefault="00B426C7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Е.А. Бессонов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426C7" w:rsidRDefault="00B426C7" w:rsidP="00454E32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E716C8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E716C8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E716C8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>ПРИЛОЖЕНИЕ 4</w:t>
      </w:r>
      <w:bookmarkStart w:id="3" w:name="_GoBack"/>
      <w:bookmarkEnd w:id="3"/>
    </w:p>
    <w:p w:rsidR="00B426C7" w:rsidRDefault="00B426C7" w:rsidP="00E716C8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               к решению Совета</w:t>
      </w:r>
    </w:p>
    <w:p w:rsidR="00B426C7" w:rsidRDefault="00B426C7" w:rsidP="00E716C8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Новопетровского сельского поселения</w:t>
      </w:r>
    </w:p>
    <w:p w:rsidR="00B426C7" w:rsidRDefault="00B426C7" w:rsidP="00E716C8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Павловского района</w:t>
      </w:r>
    </w:p>
    <w:p w:rsidR="00B426C7" w:rsidRDefault="00B426C7" w:rsidP="00E716C8">
      <w:pPr>
        <w:ind w:firstLine="720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От _________  № _______</w:t>
      </w:r>
    </w:p>
    <w:p w:rsidR="00B426C7" w:rsidRDefault="00B426C7" w:rsidP="00E716C8">
      <w:pPr>
        <w:ind w:firstLine="720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F13DA3">
      <w:pPr>
        <w:ind w:firstLine="720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Pr="002000B8" w:rsidRDefault="00B426C7" w:rsidP="00F13D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9"/>
        <w:gridCol w:w="6125"/>
        <w:gridCol w:w="567"/>
        <w:gridCol w:w="567"/>
        <w:gridCol w:w="2127"/>
        <w:gridCol w:w="1613"/>
        <w:gridCol w:w="1765"/>
        <w:gridCol w:w="1767"/>
      </w:tblGrid>
      <w:tr w:rsidR="00B426C7" w:rsidRPr="002000B8">
        <w:tc>
          <w:tcPr>
            <w:tcW w:w="152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6C7" w:rsidRDefault="00B426C7" w:rsidP="00F13DA3">
            <w:pPr>
              <w:pStyle w:val="Heading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РАСХОДЫ </w:t>
            </w:r>
          </w:p>
          <w:p w:rsidR="00B426C7" w:rsidRPr="00F13DA3" w:rsidRDefault="00B426C7" w:rsidP="00F13DA3">
            <w:pPr>
              <w:pStyle w:val="Heading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Новопетровского сельского поселения Павловского района </w:t>
            </w: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разделам и подразделам классификации расходов бюджетов за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7 </w:t>
            </w: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B426C7" w:rsidRPr="002000B8" w:rsidRDefault="00B426C7" w:rsidP="00F13DA3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6C7" w:rsidRPr="00F13DA3" w:rsidRDefault="00B426C7" w:rsidP="00F13DA3">
            <w:pPr>
              <w:pStyle w:val="af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F13DA3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(тыс. рублей)</w:t>
            </w:r>
          </w:p>
        </w:tc>
      </w:tr>
      <w:tr w:rsidR="00B426C7" w:rsidRPr="00F13DA3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№</w:t>
            </w:r>
            <w:r w:rsidRPr="00E716C8">
              <w:rPr>
                <w:rFonts w:ascii="Times New Roman" w:hAnsi="Times New Roman" w:cs="Times New Roman"/>
                <w:b w:val="0"/>
              </w:rPr>
              <w:br/>
              <w:t>п/п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F13DA3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F13DA3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F13DA3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ПР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563B7A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>Бюджет, утвержденный решением Совета Новопетровског</w:t>
            </w:r>
            <w:r>
              <w:rPr>
                <w:rFonts w:ascii="Times New Roman" w:hAnsi="Times New Roman" w:cs="Times New Roman"/>
                <w:b w:val="0"/>
                <w:bCs w:val="0"/>
              </w:rPr>
              <w:t>о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16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33/88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563B7A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7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563B7A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7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716C8" w:rsidRDefault="00B426C7" w:rsidP="00563B7A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Процент исполнения к уточненной сводной бюджетной росписи на 201</w:t>
            </w:r>
            <w:r>
              <w:rPr>
                <w:rFonts w:ascii="Times New Roman" w:hAnsi="Times New Roman" w:cs="Times New Roman"/>
                <w:b w:val="0"/>
              </w:rPr>
              <w:t>7</w:t>
            </w:r>
            <w:r w:rsidRPr="00E716C8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B426C7" w:rsidRPr="002000B8" w:rsidTr="00720519">
        <w:trPr>
          <w:trHeight w:val="337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716C8" w:rsidRDefault="00B426C7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E716C8" w:rsidRDefault="00B426C7" w:rsidP="006C1358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8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2000B8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FA4E39">
              <w:rPr>
                <w:rFonts w:ascii="Times New Roman" w:hAnsi="Times New Roman" w:cs="Times New Roman"/>
              </w:rPr>
              <w:t>6242,2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2000B8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FA4E39">
              <w:rPr>
                <w:rFonts w:ascii="Times New Roman" w:hAnsi="Times New Roman" w:cs="Times New Roman"/>
              </w:rPr>
              <w:t>9836,8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2000B8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FA4E39">
              <w:rPr>
                <w:rFonts w:ascii="Times New Roman" w:hAnsi="Times New Roman" w:cs="Times New Roman"/>
              </w:rPr>
              <w:t>8805,8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A4E39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FA4E39">
              <w:rPr>
                <w:rFonts w:ascii="Times New Roman" w:hAnsi="Times New Roman" w:cs="Times New Roman"/>
              </w:rPr>
              <w:t>89,5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63B7A" w:rsidRDefault="00B426C7" w:rsidP="002000B8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63B7A" w:rsidRDefault="00B426C7" w:rsidP="002000B8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A4E39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Администрация Новопетровского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3B44A6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63B7A" w:rsidRDefault="00B426C7" w:rsidP="002000B8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63B7A" w:rsidRDefault="00B426C7" w:rsidP="002000B8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A4E39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B426C7" w:rsidRPr="003A360E" w:rsidTr="009B13E6">
        <w:trPr>
          <w:trHeight w:val="170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1C45B7">
            <w:pPr>
              <w:pStyle w:val="Heading1"/>
              <w:jc w:val="left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1C45B7">
            <w:pPr>
              <w:pStyle w:val="Heading1"/>
              <w:jc w:val="left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2552,6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3899,7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63B7A" w:rsidRDefault="00B426C7" w:rsidP="002000B8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C25C1">
              <w:rPr>
                <w:rFonts w:ascii="Times New Roman" w:hAnsi="Times New Roman" w:cs="Times New Roman"/>
              </w:rPr>
              <w:t>3893,3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A4E39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FA4E39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3A360E" w:rsidTr="00720519">
        <w:trPr>
          <w:trHeight w:val="324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389,6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441,7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25C1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7C25C1">
              <w:rPr>
                <w:rFonts w:ascii="Times New Roman" w:hAnsi="Times New Roman" w:cs="Times New Roman"/>
              </w:rPr>
              <w:t>440,9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A4E39" w:rsidRDefault="00B426C7" w:rsidP="002000B8">
            <w:pPr>
              <w:pStyle w:val="aff2"/>
              <w:rPr>
                <w:rFonts w:ascii="Times New Roman" w:hAnsi="Times New Roman" w:cs="Times New Roman"/>
              </w:rPr>
            </w:pPr>
            <w:r w:rsidRPr="00FA4E39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2128,4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3110,1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63B7A" w:rsidRDefault="00B426C7" w:rsidP="0067156A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C25C1">
              <w:rPr>
                <w:rFonts w:ascii="Times New Roman" w:hAnsi="Times New Roman" w:cs="Times New Roman"/>
              </w:rPr>
              <w:t>3105,3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A4E39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FA4E39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25C1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7C25C1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A4E39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FA4E39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и проведение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25C1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7C25C1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A4E39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FA4E39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563B7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25C1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7C25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A4E39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FA4E39">
              <w:rPr>
                <w:rFonts w:ascii="Times New Roman" w:hAnsi="Times New Roman" w:cs="Times New Roman"/>
              </w:rPr>
              <w:t>0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253,8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63B7A" w:rsidRDefault="00B426C7" w:rsidP="00E6400D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7C25C1">
              <w:rPr>
                <w:rFonts w:ascii="Times New Roman" w:hAnsi="Times New Roman" w:cs="Times New Roman"/>
              </w:rPr>
              <w:t>253,0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A4E39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FA4E39">
              <w:rPr>
                <w:rFonts w:ascii="Times New Roman" w:hAnsi="Times New Roman" w:cs="Times New Roman"/>
              </w:rPr>
              <w:t>99,7</w:t>
            </w:r>
          </w:p>
        </w:tc>
      </w:tr>
      <w:tr w:rsidR="00B426C7" w:rsidRPr="003A360E" w:rsidTr="009B13E6">
        <w:trPr>
          <w:trHeight w:val="224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84EB4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3253F7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25C1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7C25C1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C25C1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7C25C1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74,4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25C1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7C25C1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C25C1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7C25C1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84EB4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25C1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7C25C1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C25C1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7C25C1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C25C1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7C25C1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C25C1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7C25C1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563B7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1384,0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2702,3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1927,4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71,3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1384,0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2622,0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1847,2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A360E" w:rsidTr="009B13E6">
        <w:trPr>
          <w:trHeight w:val="306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84EB4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421,7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197,7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A4E39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FA4E39">
              <w:rPr>
                <w:rFonts w:ascii="Times New Roman" w:hAnsi="Times New Roman" w:cs="Times New Roman"/>
              </w:rPr>
              <w:t>46,9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421,7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197,7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A4E39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FA4E39">
              <w:rPr>
                <w:rFonts w:ascii="Times New Roman" w:hAnsi="Times New Roman" w:cs="Times New Roman"/>
              </w:rPr>
              <w:t>46,9</w:t>
            </w:r>
          </w:p>
        </w:tc>
      </w:tr>
      <w:tr w:rsidR="00B426C7" w:rsidRPr="003A360E" w:rsidTr="009B13E6">
        <w:trPr>
          <w:trHeight w:val="231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A94B82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A94B82">
              <w:rPr>
                <w:rFonts w:ascii="Times New Roman" w:hAnsi="Times New Roman" w:cs="Times New Roman"/>
                <w:b w:val="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A94B82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7.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84EB4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53613A">
              <w:rPr>
                <w:rFonts w:ascii="Times New Roman" w:hAnsi="Times New Roman" w:cs="Times New Roman"/>
              </w:rPr>
              <w:t>2436,5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2411,0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E703C" w:rsidRDefault="00B426C7" w:rsidP="00E6400D">
            <w:pPr>
              <w:pStyle w:val="aff2"/>
              <w:rPr>
                <w:rFonts w:ascii="Times New Roman" w:hAnsi="Times New Roman" w:cs="Times New Roman"/>
              </w:rPr>
            </w:pPr>
            <w:r w:rsidRPr="00DE703C">
              <w:rPr>
                <w:rFonts w:ascii="Times New Roman" w:hAnsi="Times New Roman" w:cs="Times New Roman"/>
              </w:rPr>
              <w:t>98,9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84EB4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53613A">
              <w:rPr>
                <w:rFonts w:ascii="Times New Roman" w:hAnsi="Times New Roman" w:cs="Times New Roman"/>
              </w:rPr>
              <w:t>2436,5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2411,0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E703C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DE703C">
              <w:rPr>
                <w:rFonts w:ascii="Times New Roman" w:hAnsi="Times New Roman" w:cs="Times New Roman"/>
              </w:rPr>
              <w:t>98,9</w:t>
            </w:r>
          </w:p>
        </w:tc>
      </w:tr>
      <w:tr w:rsidR="00B426C7" w:rsidRPr="003A360E" w:rsidTr="00720519">
        <w:trPr>
          <w:trHeight w:val="242"/>
        </w:trPr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8.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84EB4" w:rsidRDefault="00B426C7" w:rsidP="003253F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E703C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DE703C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3253F7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E703C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DE703C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  <w:lang w:eastAsia="ar-SA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3253F7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E703C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DE703C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  <w:bCs/>
                <w:snapToGrid w:val="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105,3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E703C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DE703C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  <w:bCs/>
                <w:snapToGrid w:val="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CF666F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94B82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A94B82">
              <w:rPr>
                <w:rFonts w:ascii="Times New Roman" w:hAnsi="Times New Roman" w:cs="Times New Roman"/>
              </w:rPr>
              <w:t>105,3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DE703C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DE703C">
              <w:rPr>
                <w:rFonts w:ascii="Times New Roman" w:hAnsi="Times New Roman" w:cs="Times New Roman"/>
              </w:rPr>
              <w:t>99,8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53613A">
              <w:rPr>
                <w:rFonts w:ascii="Times New Roman" w:hAnsi="Times New Roman" w:cs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5361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53613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CF666F">
            <w:pPr>
              <w:pStyle w:val="aff2"/>
              <w:rPr>
                <w:rFonts w:ascii="Times New Roman" w:hAnsi="Times New Roman" w:cs="Times New Roman"/>
              </w:rPr>
            </w:pPr>
            <w:r w:rsidRPr="005361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53613A">
            <w:pPr>
              <w:pStyle w:val="aff2"/>
              <w:tabs>
                <w:tab w:val="left" w:pos="1020"/>
              </w:tabs>
              <w:rPr>
                <w:rFonts w:ascii="Times New Roman" w:hAnsi="Times New Roman" w:cs="Times New Roman"/>
              </w:rPr>
            </w:pPr>
            <w:r w:rsidRPr="0053613A">
              <w:rPr>
                <w:rFonts w:ascii="Times New Roman" w:hAnsi="Times New Roman" w:cs="Times New Roman"/>
              </w:rPr>
              <w:t>0,1</w:t>
            </w:r>
            <w:r w:rsidRPr="0053613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53613A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53613A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A360E" w:rsidTr="00720519"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A360E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7156A">
            <w:pPr>
              <w:pStyle w:val="affc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53613A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5361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53613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CF666F">
            <w:pPr>
              <w:pStyle w:val="aff2"/>
              <w:rPr>
                <w:rFonts w:ascii="Times New Roman" w:hAnsi="Times New Roman" w:cs="Times New Roman"/>
              </w:rPr>
            </w:pPr>
            <w:r w:rsidRPr="005361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181F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2B181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53613A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53613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53613A" w:rsidRDefault="00B426C7" w:rsidP="0067156A">
            <w:pPr>
              <w:pStyle w:val="aff2"/>
              <w:rPr>
                <w:rFonts w:ascii="Times New Roman" w:hAnsi="Times New Roman" w:cs="Times New Roman"/>
              </w:rPr>
            </w:pPr>
            <w:r w:rsidRPr="0053613A">
              <w:rPr>
                <w:rFonts w:ascii="Times New Roman" w:hAnsi="Times New Roman" w:cs="Times New Roman"/>
              </w:rPr>
              <w:t>100</w:t>
            </w:r>
          </w:p>
        </w:tc>
      </w:tr>
    </w:tbl>
    <w:p w:rsidR="00B426C7" w:rsidRPr="003A360E" w:rsidRDefault="00B426C7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26C7" w:rsidRPr="003A360E" w:rsidRDefault="00B426C7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26C7" w:rsidRPr="003A360E" w:rsidRDefault="00B426C7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26C7" w:rsidRDefault="00B426C7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Pr="000B71F3" w:rsidRDefault="00B426C7" w:rsidP="000B71F3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B71F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</w:t>
      </w:r>
    </w:p>
    <w:p w:rsidR="00B426C7" w:rsidRDefault="00B426C7" w:rsidP="000B71F3">
      <w:pPr>
        <w:jc w:val="both"/>
        <w:rPr>
          <w:rFonts w:ascii="Times New Roman" w:hAnsi="Times New Roman" w:cs="Times New Roman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0B71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Е.А. Бессонов</w:t>
      </w:r>
    </w:p>
    <w:p w:rsidR="00B426C7" w:rsidRDefault="00B426C7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873CED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>ПРИЛОЖЕНИЕ 5</w:t>
      </w: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       к решению Совета</w:t>
      </w: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Новопетровского сельского поселения</w:t>
      </w: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Павловского района</w:t>
      </w:r>
    </w:p>
    <w:p w:rsidR="00B426C7" w:rsidRDefault="00B426C7" w:rsidP="00340A84">
      <w:pPr>
        <w:ind w:firstLine="720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От  __________  № _____</w:t>
      </w:r>
    </w:p>
    <w:p w:rsidR="00B426C7" w:rsidRDefault="00B426C7" w:rsidP="00340A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0"/>
        <w:gridCol w:w="4394"/>
        <w:gridCol w:w="1276"/>
        <w:gridCol w:w="1275"/>
        <w:gridCol w:w="1134"/>
        <w:gridCol w:w="1276"/>
        <w:gridCol w:w="1134"/>
        <w:gridCol w:w="1276"/>
        <w:gridCol w:w="1233"/>
        <w:gridCol w:w="44"/>
      </w:tblGrid>
      <w:tr w:rsidR="00B426C7" w:rsidRPr="002000B8" w:rsidTr="00E711E9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6C7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426C7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РАСХОДЫ</w:t>
            </w:r>
          </w:p>
          <w:p w:rsidR="00B426C7" w:rsidRPr="007C35C1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Павловского района на исполнение целевых программ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 за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B426C7" w:rsidRPr="002000B8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6C7" w:rsidRPr="007C35C1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  <w:r w:rsidRPr="007C35C1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(тыс. рублей)</w:t>
            </w:r>
          </w:p>
        </w:tc>
      </w:tr>
      <w:tr w:rsidR="00B426C7" w:rsidRPr="002000B8" w:rsidTr="00E711E9"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Код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Наименование программы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DE703C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>
              <w:rPr>
                <w:rFonts w:ascii="Times New Roman" w:hAnsi="Times New Roman" w:cs="Times New Roman"/>
                <w:b w:val="0"/>
                <w:bCs w:val="0"/>
              </w:rPr>
              <w:t>Новопетровского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16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33/88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DE703C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7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DE703C">
            <w:pPr>
              <w:pStyle w:val="Heading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  <w:bCs w:val="0"/>
              </w:rPr>
              <w:t>7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851405" w:rsidRDefault="00B426C7" w:rsidP="00454E32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Процент исполнения к уточненной сводной бюджетной росписи на 201</w:t>
            </w:r>
            <w:r>
              <w:rPr>
                <w:rFonts w:ascii="Times New Roman" w:hAnsi="Times New Roman" w:cs="Times New Roman"/>
                <w:b w:val="0"/>
              </w:rPr>
              <w:t>7</w:t>
            </w:r>
            <w:r w:rsidRPr="00851405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B426C7" w:rsidRPr="002000B8" w:rsidTr="00E711E9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85140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B426C7" w:rsidRPr="002000B8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51405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851405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9</w:t>
            </w:r>
          </w:p>
        </w:tc>
      </w:tr>
      <w:tr w:rsidR="00B426C7" w:rsidRPr="002000B8" w:rsidTr="00E711E9"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1124E2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803,2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803,2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A8032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2265,4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1393,2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2193,6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1322,2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1D9A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96,8</w:t>
            </w:r>
          </w:p>
        </w:tc>
      </w:tr>
      <w:tr w:rsidR="00B426C7" w:rsidRPr="002000B8" w:rsidTr="00E711E9"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  <w:b/>
              </w:rPr>
            </w:pPr>
            <w:r w:rsidRPr="001124E2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1. Итого 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государственные</w:t>
            </w:r>
            <w:r w:rsidRPr="001124E2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 программы,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803,2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803,2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1991,3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1393,2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1920,3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1322,2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691D9A" w:rsidRDefault="00B426C7" w:rsidP="00E711E9">
            <w:pPr>
              <w:pStyle w:val="Heading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96,4</w:t>
            </w:r>
          </w:p>
        </w:tc>
      </w:tr>
      <w:tr w:rsidR="00B426C7" w:rsidRPr="002000B8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</w:p>
        </w:tc>
      </w:tr>
      <w:tr w:rsidR="00B426C7" w:rsidRPr="002000B8" w:rsidTr="00CE2C50">
        <w:trPr>
          <w:trHeight w:val="1402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4316D" w:rsidRDefault="00B426C7" w:rsidP="00E711E9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6010160120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6030160120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5549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755492">
              <w:rPr>
                <w:rFonts w:ascii="Times New Roman" w:hAnsi="Times New Roman" w:cs="Times New Roman"/>
              </w:rPr>
              <w:t>56000</w:t>
            </w:r>
            <w:r w:rsidRPr="00755492">
              <w:rPr>
                <w:rFonts w:ascii="Times New Roman" w:hAnsi="Times New Roman" w:cs="Times New Roman"/>
                <w:lang w:val="en-US"/>
              </w:rPr>
              <w:t>S0120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5549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755492">
              <w:rPr>
                <w:rFonts w:ascii="Times New Roman" w:hAnsi="Times New Roman"/>
              </w:rPr>
              <w:t>Ведомственная целевая программа Новопетровского сельского поселения Павловского района «Кадровое обеспечение сферы культуры и искусства Новопетровского сельского поселения Павловского района» на 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5310262440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62198" w:rsidRDefault="00B426C7" w:rsidP="00AE4799">
            <w:pPr>
              <w:pStyle w:val="affc"/>
              <w:jc w:val="both"/>
              <w:rPr>
                <w:rFonts w:ascii="Times New Roman" w:hAnsi="Times New Roman"/>
              </w:rPr>
            </w:pPr>
            <w:r w:rsidRPr="00E62198">
              <w:rPr>
                <w:rFonts w:ascii="Times New Roman" w:hAnsi="Times New Roman"/>
                <w:bCs/>
                <w:lang w:eastAsia="ar-SA"/>
              </w:rPr>
              <w:t>Субсидии</w:t>
            </w:r>
            <w:r w:rsidRPr="00E62198">
              <w:rPr>
                <w:rFonts w:ascii="Times New Roman" w:hAnsi="Times New Roman"/>
                <w:lang w:eastAsia="ar-SA"/>
              </w:rPr>
              <w:t xml:space="preserve"> в рамках реализации государственной программы Краснодарского края «</w:t>
            </w:r>
            <w:r w:rsidRPr="00E62198">
              <w:rPr>
                <w:rFonts w:ascii="Times New Roman" w:hAnsi="Times New Roman"/>
              </w:rPr>
              <w:t>Развитие сети автомобильных дорог Краснодарского края» по подпрограмме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E4799" w:rsidRDefault="00B426C7" w:rsidP="00AE4799">
            <w:pPr>
              <w:pStyle w:val="aff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AE4799" w:rsidRDefault="00B426C7" w:rsidP="00AE4799">
            <w:pPr>
              <w:pStyle w:val="aff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58000</w:t>
            </w:r>
            <w:r>
              <w:rPr>
                <w:rFonts w:ascii="Times New Roman" w:hAnsi="Times New Roman" w:cs="Times New Roman"/>
                <w:lang w:val="en-US"/>
              </w:rPr>
              <w:t>S2440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62198" w:rsidRDefault="00B426C7" w:rsidP="00AE4799">
            <w:pPr>
              <w:pStyle w:val="affc"/>
              <w:jc w:val="both"/>
              <w:rPr>
                <w:rFonts w:ascii="Times New Roman" w:hAnsi="Times New Roman"/>
              </w:rPr>
            </w:pPr>
            <w:r w:rsidRPr="00E62198">
              <w:rPr>
                <w:rFonts w:ascii="Times New Roman" w:eastAsia="Arial Unicode MS" w:hAnsi="Times New Roman"/>
                <w:kern w:val="1"/>
              </w:rPr>
              <w:t>Ведомственная целевая программа «Капитальный ремонт и ремонт автомобильных дорог местного значения Новопетровского сельского поселения Павловского района» на 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AE479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691D9A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691D9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691D9A">
              <w:rPr>
                <w:rFonts w:ascii="Times New Roman" w:hAnsi="Times New Roman" w:cs="Times New Roman"/>
              </w:rPr>
              <w:t>Итого ведомственные целевые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691D9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691D9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5549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5549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755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5549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755492">
              <w:rPr>
                <w:rFonts w:ascii="Times New Roman" w:hAnsi="Times New Roman" w:cs="Times New Roman"/>
              </w:rPr>
              <w:t>273,3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55492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755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55492" w:rsidRDefault="00B426C7" w:rsidP="00755492">
            <w:pPr>
              <w:pStyle w:val="aff2"/>
              <w:rPr>
                <w:rFonts w:ascii="Times New Roman" w:hAnsi="Times New Roman" w:cs="Times New Roman"/>
              </w:rPr>
            </w:pPr>
            <w:r w:rsidRPr="00755492">
              <w:rPr>
                <w:rFonts w:ascii="Times New Roman" w:hAnsi="Times New Roman" w:cs="Times New Roman"/>
              </w:rPr>
              <w:t>99,9</w:t>
            </w:r>
          </w:p>
        </w:tc>
      </w:tr>
      <w:tr w:rsidR="00B426C7" w:rsidRPr="00691D9A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D91833">
              <w:rPr>
                <w:rFonts w:ascii="Times New Roman" w:hAnsi="Times New Roman" w:cs="Times New Roman"/>
              </w:rPr>
              <w:t>5500010070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D91833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D91833">
              <w:rPr>
                <w:rFonts w:ascii="Times New Roman" w:hAnsi="Times New Roman" w:cs="Times New Roman"/>
                <w:bCs/>
              </w:rPr>
              <w:t>Ведомственная целевая программа «</w:t>
            </w:r>
            <w:r w:rsidRPr="00D91833">
              <w:rPr>
                <w:rFonts w:ascii="Times New Roman" w:hAnsi="Times New Roman" w:cs="Times New Roman"/>
                <w:bCs/>
                <w:lang w:eastAsia="ar-SA"/>
              </w:rPr>
              <w:t>Информатизация администрации Новопетровского сельского поселения Павловского района на 2017 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C3417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C341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C3417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C341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D91833">
              <w:rPr>
                <w:rFonts w:ascii="Times New Roman" w:hAnsi="Times New Roman" w:cs="Times New Roman"/>
              </w:rPr>
              <w:t>160,6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90C66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F90C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90C66" w:rsidRDefault="00B426C7" w:rsidP="00F90C66">
            <w:pPr>
              <w:pStyle w:val="aff2"/>
              <w:rPr>
                <w:rFonts w:ascii="Times New Roman" w:hAnsi="Times New Roman" w:cs="Times New Roman"/>
              </w:rPr>
            </w:pPr>
            <w:r w:rsidRPr="00F90C66">
              <w:rPr>
                <w:rFonts w:ascii="Times New Roman" w:hAnsi="Times New Roman" w:cs="Times New Roman"/>
              </w:rPr>
              <w:t>160,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F90C66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F90C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F90C66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F90C66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691D9A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73E6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B73E65">
              <w:rPr>
                <w:rFonts w:ascii="Times New Roman" w:hAnsi="Times New Roman" w:cs="Times New Roman"/>
              </w:rPr>
              <w:t>5200110070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73E65" w:rsidRDefault="00B426C7" w:rsidP="00B73E65">
            <w:pPr>
              <w:pStyle w:val="aff2"/>
              <w:rPr>
                <w:rFonts w:ascii="Times New Roman" w:hAnsi="Times New Roman" w:cs="Times New Roman"/>
                <w:bCs/>
              </w:rPr>
            </w:pPr>
            <w:r w:rsidRPr="00B73E65">
              <w:rPr>
                <w:rFonts w:ascii="Times New Roman" w:hAnsi="Times New Roman" w:cs="Times New Roman"/>
                <w:bCs/>
                <w:lang w:eastAsia="ar-SA"/>
              </w:rPr>
              <w:t>Ведомственная целевая программа «</w:t>
            </w:r>
            <w:r w:rsidRPr="00B73E65">
              <w:rPr>
                <w:rFonts w:ascii="Times New Roman" w:hAnsi="Times New Roman" w:cs="Times New Roman"/>
              </w:rPr>
              <w:t>Поддержка и развитие территориального общественного самоуправления в Новопетровском сельском поселении Павловского района на 2017 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C3417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C341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C3417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C341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73E6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B73E6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73E6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B73E6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73E6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B73E6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B73E6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B73E6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B73E65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B73E65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691D9A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D91833">
              <w:rPr>
                <w:rFonts w:ascii="Times New Roman" w:hAnsi="Times New Roman" w:cs="Times New Roman"/>
              </w:rPr>
              <w:t>5900110070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D91833">
            <w:pPr>
              <w:pStyle w:val="aff2"/>
              <w:rPr>
                <w:rFonts w:ascii="Times New Roman" w:hAnsi="Times New Roman" w:cs="Times New Roman"/>
                <w:bCs/>
                <w:highlight w:val="yellow"/>
                <w:lang w:eastAsia="ar-SA"/>
              </w:rPr>
            </w:pPr>
            <w:r w:rsidRPr="00D91833">
              <w:rPr>
                <w:rFonts w:ascii="Times New Roman" w:hAnsi="Times New Roman" w:cs="Times New Roman"/>
                <w:lang w:eastAsia="ar-SA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C3417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C341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C3417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C341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691D9A" w:rsidRDefault="00B426C7" w:rsidP="00E711E9">
            <w:pPr>
              <w:pStyle w:val="aff2"/>
              <w:rPr>
                <w:rFonts w:ascii="Times New Roman" w:hAnsi="Times New Roman" w:cs="Times New Roman"/>
                <w:highlight w:val="yellow"/>
              </w:rPr>
            </w:pPr>
            <w:r w:rsidRPr="00D91833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C94244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C9424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C94244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C94244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C94244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C9424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C94244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C94244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691D9A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D3BE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7D3BEA">
              <w:rPr>
                <w:rFonts w:ascii="Times New Roman" w:hAnsi="Times New Roman" w:cs="Times New Roman"/>
              </w:rPr>
              <w:t>5150010070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D3BEA" w:rsidRDefault="00B426C7" w:rsidP="007D3BEA">
            <w:pPr>
              <w:pStyle w:val="aff2"/>
              <w:rPr>
                <w:rFonts w:ascii="Times New Roman" w:hAnsi="Times New Roman" w:cs="Times New Roman"/>
                <w:bCs/>
                <w:lang w:eastAsia="ar-SA"/>
              </w:rPr>
            </w:pPr>
            <w:r w:rsidRPr="007D3BEA">
              <w:rPr>
                <w:rFonts w:ascii="Times New Roman" w:hAnsi="Times New Roman" w:cs="Times New Roman"/>
              </w:rPr>
              <w:t>Ведомственная целевая программа «Укрепление материально-технической базы администрации Новопетровского сельского поселения Павловского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D3BE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7D3B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D3BE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7D3B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D3BE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7D3BEA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D3BE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7D3B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D3BE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7D3BEA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7D3BE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7D3B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7D3BE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7D3BEA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3564FA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76F7C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876F7C">
              <w:rPr>
                <w:rFonts w:ascii="Times New Roman" w:hAnsi="Times New Roman" w:cs="Times New Roman"/>
              </w:rPr>
              <w:t>7000110070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76F7C" w:rsidRDefault="00B426C7" w:rsidP="00876F7C">
            <w:pPr>
              <w:pStyle w:val="aff2"/>
              <w:rPr>
                <w:rFonts w:ascii="Times New Roman" w:hAnsi="Times New Roman" w:cs="Times New Roman"/>
                <w:bCs/>
                <w:lang w:eastAsia="ar-SA"/>
              </w:rPr>
            </w:pPr>
            <w:r w:rsidRPr="00876F7C">
              <w:rPr>
                <w:rFonts w:ascii="Times New Roman" w:eastAsia="Arial Unicode MS" w:hAnsi="Times New Roman" w:cs="Tahoma"/>
                <w:bCs/>
                <w:lang w:eastAsia="zh-CN"/>
              </w:rPr>
              <w:t>Ведомственная целевая программа по  реализации молодежной политики в Новопетровском сельском поселении Павловского района  «Молодежь Новопетровского сельского поселения»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64F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3564F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64F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3564F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64F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3564FA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64F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3564F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64F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3564FA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3564F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3564F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3564FA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3564FA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4C42E0">
              <w:rPr>
                <w:rFonts w:ascii="Times New Roman" w:hAnsi="Times New Roman" w:cs="Times New Roman"/>
              </w:rPr>
              <w:t>6400110070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4C42E0">
              <w:rPr>
                <w:rFonts w:ascii="Times New Roman" w:hAnsi="Times New Roman" w:cs="Times New Roman"/>
                <w:lang w:eastAsia="ar-SA"/>
              </w:rPr>
              <w:t>Ведомственная</w:t>
            </w:r>
            <w:r w:rsidRPr="004C42E0">
              <w:rPr>
                <w:rFonts w:ascii="Times New Roman" w:hAnsi="Times New Roman" w:cs="Times New Roman"/>
                <w:bCs/>
                <w:lang w:eastAsia="ar-SA"/>
              </w:rPr>
              <w:t xml:space="preserve"> целевая программа Новопетровского сельского поселения Павловского района «</w:t>
            </w:r>
            <w:r w:rsidRPr="004C42E0">
              <w:rPr>
                <w:rFonts w:ascii="Times New Roman" w:hAnsi="Times New Roman" w:cs="Times New Roman"/>
                <w:bCs/>
                <w:color w:val="26282F"/>
                <w:lang w:eastAsia="ar-SA"/>
              </w:rPr>
              <w:t>Поддержка социально ориентированных некоммерческих организаций</w:t>
            </w:r>
            <w:r w:rsidRPr="004C42E0">
              <w:rPr>
                <w:rFonts w:ascii="Times New Roman" w:hAnsi="Times New Roman" w:cs="Times New Roman"/>
                <w:bCs/>
                <w:lang w:eastAsia="ar-S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4C42E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4C42E0">
              <w:rPr>
                <w:rFonts w:ascii="Times New Roman" w:hAnsi="Times New Roman" w:cs="Times New Roman"/>
              </w:rPr>
              <w:t>0,0</w:t>
            </w:r>
          </w:p>
          <w:p w:rsidR="00B426C7" w:rsidRPr="004C42E0" w:rsidRDefault="00B426C7" w:rsidP="00E711E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4C42E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4C42E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4C42E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4C42E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 w:rsidRPr="004C42E0">
              <w:rPr>
                <w:rFonts w:ascii="Times New Roman" w:hAnsi="Times New Roman" w:cs="Times New Roman"/>
              </w:rPr>
              <w:t>100</w:t>
            </w:r>
          </w:p>
        </w:tc>
      </w:tr>
      <w:tr w:rsidR="00B426C7" w:rsidRPr="002000B8" w:rsidTr="00E711E9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6500110070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  <w:lang w:eastAsia="ar-SA"/>
              </w:rPr>
            </w:pPr>
            <w:r w:rsidRPr="004C42E0">
              <w:rPr>
                <w:rFonts w:ascii="Times New Roman" w:hAnsi="Times New Roman" w:cs="Times New Roman"/>
                <w:lang w:eastAsia="ar-SA"/>
              </w:rPr>
              <w:t>Ведомственная</w:t>
            </w:r>
            <w:r w:rsidRPr="004C42E0">
              <w:rPr>
                <w:rFonts w:ascii="Times New Roman" w:hAnsi="Times New Roman" w:cs="Times New Roman"/>
                <w:bCs/>
                <w:lang w:eastAsia="ar-SA"/>
              </w:rPr>
              <w:t xml:space="preserve"> целевая программа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 развития малого и среднего предпринимательства на территории Новопетровского сельского поселения Павловского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C42E0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B426C7" w:rsidRDefault="00B426C7" w:rsidP="00340A84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Pr="000B71F3" w:rsidRDefault="00B426C7" w:rsidP="00340A8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Глава</w:t>
      </w:r>
      <w:r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</w:t>
      </w: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Е. А. Бессонов</w:t>
      </w: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</w:t>
      </w: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ind w:firstLine="698"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 w:rsidRPr="00C343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>ПРИЛОЖЕНИЕ 6</w:t>
      </w: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              к решению Совета</w:t>
      </w: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Новопетровского сельского поселения</w:t>
      </w: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Павловского района</w:t>
      </w:r>
    </w:p>
    <w:p w:rsidR="00B426C7" w:rsidRDefault="00B426C7" w:rsidP="00340A84">
      <w:pPr>
        <w:ind w:firstLine="720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От  __________  № _____</w:t>
      </w:r>
    </w:p>
    <w:p w:rsidR="00B426C7" w:rsidRDefault="00B426C7" w:rsidP="00340A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37"/>
        <w:gridCol w:w="159"/>
        <w:gridCol w:w="2275"/>
        <w:gridCol w:w="685"/>
        <w:gridCol w:w="2698"/>
        <w:gridCol w:w="15"/>
        <w:gridCol w:w="2537"/>
      </w:tblGrid>
      <w:tr w:rsidR="00B426C7" w:rsidRPr="002000B8" w:rsidTr="00E711E9">
        <w:tc>
          <w:tcPr>
            <w:tcW w:w="146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6C7" w:rsidRPr="00995B5C" w:rsidRDefault="00B426C7" w:rsidP="00995B5C">
            <w:pPr>
              <w:pStyle w:val="Heading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ИСТОЧНИКИ                                                                                                                                                            финансирования дефицита бюджета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по кодам классификации источников финансирования дефицитов бюджетов за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7 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B426C7" w:rsidRPr="008B2ADE" w:rsidRDefault="00B426C7" w:rsidP="00E711E9">
            <w:pPr>
              <w:pStyle w:val="aff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ADE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(тыс.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8B2ADE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руб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.</w:t>
            </w:r>
            <w:r w:rsidRPr="008B2ADE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)</w:t>
            </w:r>
          </w:p>
        </w:tc>
      </w:tr>
      <w:tr w:rsidR="00B426C7" w:rsidRPr="002000B8" w:rsidTr="00E711E9">
        <w:tc>
          <w:tcPr>
            <w:tcW w:w="639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426C7" w:rsidRPr="001124E2" w:rsidRDefault="00B426C7" w:rsidP="00E906D2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</w:rPr>
              <w:t>7</w:t>
            </w:r>
            <w:r w:rsidRPr="001124E2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B426C7" w:rsidRPr="002000B8" w:rsidTr="00E711E9">
        <w:tc>
          <w:tcPr>
            <w:tcW w:w="639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администратора источников финансирования дефицита бюджета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источников финансирования дефицита бюджета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6C7" w:rsidRPr="002000B8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4</w:t>
            </w:r>
          </w:p>
        </w:tc>
      </w:tr>
      <w:tr w:rsidR="00B426C7" w:rsidRPr="002000B8" w:rsidTr="00E711E9">
        <w:tc>
          <w:tcPr>
            <w:tcW w:w="6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6C7" w:rsidRPr="00994A60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6C7" w:rsidRPr="00994A60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6C7" w:rsidRPr="00994A60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6C7" w:rsidRPr="00994A60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Источники финансирования дефицита бюджета, всего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271,2</w:t>
            </w:r>
          </w:p>
          <w:p w:rsidR="00B426C7" w:rsidRPr="000310FE" w:rsidRDefault="00B426C7" w:rsidP="00E711E9"/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E387A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Cs/>
                <w:sz w:val="24"/>
              </w:rPr>
            </w:pPr>
            <w:r w:rsidRPr="008E387A">
              <w:rPr>
                <w:rStyle w:val="a"/>
                <w:rFonts w:ascii="Times New Roman" w:hAnsi="Times New Roman" w:cs="Times New Roman"/>
                <w:bCs/>
                <w:sz w:val="24"/>
              </w:rPr>
              <w:t>Администрация Новопетровского сельского поселения Павловского района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271,2</w:t>
            </w: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2B4A7D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 w:rsidRPr="002B4A7D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источники внутреннего финансирования бюджета</w:t>
            </w:r>
          </w:p>
          <w:p w:rsidR="00B426C7" w:rsidRPr="002B4A7D" w:rsidRDefault="00B426C7" w:rsidP="00E711E9">
            <w:pPr>
              <w:rPr>
                <w:rFonts w:ascii="Times New Roman" w:hAnsi="Times New Roman" w:cs="Times New Roman"/>
              </w:rPr>
            </w:pPr>
            <w:r w:rsidRPr="002B4A7D">
              <w:rPr>
                <w:rFonts w:ascii="Times New Roman" w:hAnsi="Times New Roman" w:cs="Times New Roman"/>
              </w:rPr>
              <w:t>Из них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475,0</w:t>
            </w: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A2A26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 w:rsidRPr="008A2A26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475,0</w:t>
            </w: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A2A26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 w:rsidRPr="008A2A26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Бюджетные кредиты от других бюджетов бюджетной системы Российской Федерации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 в валюте </w:t>
            </w:r>
            <w:r w:rsidRPr="008A2A26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475,0</w:t>
            </w: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A2A26" w:rsidRDefault="00B426C7" w:rsidP="00605A22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Получение бюджетных кредитов от других бюджетов бюджетной системы Российской Федерации валюте Российской Федерации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01 03 01 00 00 0000 700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A2A26" w:rsidRDefault="00B426C7" w:rsidP="00890A5C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Получение кредитов от других бюджетов бюджетной системы Российской Федерации бюджетами сельских поселений в валюте Российской Федерации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01 03 01 00 10 0000 710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A2A26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01 03 01 00 00 0000 800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605A2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-25,0</w:t>
            </w: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A2A26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Погашение бюджетами сельских поселений </w:t>
            </w:r>
            <w:r w:rsidRPr="008A2A26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кредитов от других бюджетов бюджетной системы Российской Федерации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 </w:t>
            </w:r>
            <w:r w:rsidRPr="008A2A26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в валюте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01 03 01 00 10 0000 810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605A2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-25,0</w:t>
            </w:r>
          </w:p>
        </w:tc>
      </w:tr>
      <w:tr w:rsidR="00B426C7" w:rsidRPr="001124E2" w:rsidTr="00995B5C">
        <w:trPr>
          <w:trHeight w:val="227"/>
        </w:trPr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Изменение остатков средств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605A2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-203,8</w:t>
            </w: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A2A26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605A2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-203,8</w:t>
            </w:r>
          </w:p>
        </w:tc>
      </w:tr>
      <w:tr w:rsidR="00B426C7" w:rsidRPr="001124E2" w:rsidTr="00995B5C">
        <w:trPr>
          <w:trHeight w:val="492"/>
        </w:trPr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995B5C" w:rsidRDefault="00B426C7" w:rsidP="00995B5C">
            <w:pPr>
              <w:pStyle w:val="affc"/>
              <w:jc w:val="both"/>
              <w:rPr>
                <w:rFonts w:ascii="Times New Roman" w:hAnsi="Times New Roman" w:cs="Times New Roman"/>
                <w:bCs/>
                <w:color w:val="26282F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Увеличение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605A2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-9104,5</w:t>
            </w:r>
          </w:p>
        </w:tc>
      </w:tr>
      <w:tr w:rsidR="00B426C7" w:rsidRPr="001124E2" w:rsidTr="00995B5C">
        <w:trPr>
          <w:trHeight w:val="492"/>
        </w:trPr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Увеличение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605A2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-9104,5</w:t>
            </w:r>
          </w:p>
        </w:tc>
      </w:tr>
      <w:tr w:rsidR="00B426C7" w:rsidRPr="001124E2" w:rsidTr="00995B5C">
        <w:trPr>
          <w:trHeight w:val="492"/>
        </w:trPr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605A2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-9104,5</w:t>
            </w: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  <w:r>
              <w:rPr>
                <w:rFonts w:ascii="Times New Roman" w:hAnsi="Times New Roman" w:cs="Times New Roman"/>
              </w:rPr>
              <w:t xml:space="preserve"> сельских </w:t>
            </w:r>
            <w:r w:rsidRPr="001124E2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124E2" w:rsidRDefault="00B426C7" w:rsidP="00605A2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-9104,5</w:t>
            </w: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8A2A26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8900,7</w:t>
            </w: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D2C5E">
              <w:rPr>
                <w:rFonts w:ascii="Times New Roman" w:hAnsi="Times New Roman" w:cs="Times New Roman"/>
              </w:rPr>
              <w:t xml:space="preserve">Уменьшение </w:t>
            </w:r>
            <w:r>
              <w:rPr>
                <w:rFonts w:ascii="Times New Roman" w:hAnsi="Times New Roman" w:cs="Times New Roman"/>
              </w:rPr>
              <w:t xml:space="preserve">прочих </w:t>
            </w:r>
            <w:r w:rsidRPr="004D2C5E">
              <w:rPr>
                <w:rFonts w:ascii="Times New Roman" w:hAnsi="Times New Roman" w:cs="Times New Roman"/>
              </w:rPr>
              <w:t>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8900,7</w:t>
            </w: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 xml:space="preserve">Уменьшение прочих остатков денежных средств </w:t>
            </w:r>
            <w:r>
              <w:rPr>
                <w:rFonts w:ascii="Times New Roman" w:hAnsi="Times New Roman" w:cs="Times New Roman"/>
              </w:rPr>
              <w:t xml:space="preserve">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8900,7</w:t>
            </w:r>
          </w:p>
        </w:tc>
      </w:tr>
      <w:tr w:rsidR="00B426C7" w:rsidRPr="001124E2" w:rsidTr="00E711E9"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  <w:r>
              <w:rPr>
                <w:rFonts w:ascii="Times New Roman" w:hAnsi="Times New Roman" w:cs="Times New Roman"/>
              </w:rPr>
              <w:t xml:space="preserve"> сельских</w:t>
            </w:r>
            <w:r w:rsidRPr="001124E2">
              <w:rPr>
                <w:rFonts w:ascii="Times New Roman" w:hAnsi="Times New Roman" w:cs="Times New Roman"/>
              </w:rPr>
              <w:t xml:space="preserve">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8900,7</w:t>
            </w:r>
          </w:p>
        </w:tc>
      </w:tr>
      <w:tr w:rsidR="00B426C7" w:rsidRPr="002000B8" w:rsidTr="00E711E9"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26C7" w:rsidRDefault="00B426C7" w:rsidP="00340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Default="00B426C7" w:rsidP="00340A84">
      <w:pPr>
        <w:widowControl/>
        <w:autoSpaceDE/>
        <w:autoSpaceDN/>
        <w:adjustRightInd/>
        <w:jc w:val="both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B71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Е. А. Бессонов</w:t>
      </w: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>ПРИЛОЖЕНИЕ 7</w:t>
      </w: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              к решению Совета</w:t>
      </w: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Новопетровского сельского поселения</w:t>
      </w:r>
    </w:p>
    <w:p w:rsidR="00B426C7" w:rsidRDefault="00B426C7" w:rsidP="00340A84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 xml:space="preserve">        Павловского района</w:t>
      </w:r>
    </w:p>
    <w:p w:rsidR="00B426C7" w:rsidRDefault="00B426C7" w:rsidP="00340A84">
      <w:pPr>
        <w:ind w:firstLine="720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ab/>
        <w:t>От  ___________  № ______</w:t>
      </w:r>
    </w:p>
    <w:p w:rsidR="00B426C7" w:rsidRDefault="00B426C7" w:rsidP="00340A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Pr="002000B8" w:rsidRDefault="00B426C7" w:rsidP="00340A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426C7" w:rsidRPr="002000B8" w:rsidRDefault="00B426C7" w:rsidP="00340A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64"/>
        <w:gridCol w:w="2835"/>
        <w:gridCol w:w="1842"/>
        <w:gridCol w:w="1560"/>
      </w:tblGrid>
      <w:tr w:rsidR="00B426C7" w:rsidRPr="002000B8" w:rsidTr="00E711E9">
        <w:trPr>
          <w:trHeight w:val="2498"/>
        </w:trPr>
        <w:tc>
          <w:tcPr>
            <w:tcW w:w="1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6C7" w:rsidRPr="00994A60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ИСТОЧНИКИ                                                                                                                                                              финансирования дефицита бюджета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по кодам групп, подгрупп,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статей, видов источников финансирования дефицитов бюджетов классификации операций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сектора государственного управления, относящихся к источникам финансирования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дефицитов бюджетов, за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B426C7" w:rsidRPr="00994A60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6C7" w:rsidRPr="00994A60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Pr="00994A60">
              <w:rPr>
                <w:rStyle w:val="a"/>
                <w:rFonts w:ascii="Times New Roman" w:hAnsi="Times New Roman" w:cs="Times New Roman"/>
                <w:b w:val="0"/>
                <w:bCs/>
                <w:sz w:val="28"/>
                <w:szCs w:val="28"/>
              </w:rPr>
              <w:t>(тыс. рублей)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906D2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сельского поселения от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16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33/88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13EDF" w:rsidRDefault="00B426C7" w:rsidP="00E906D2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</w:rPr>
              <w:t xml:space="preserve">7 </w:t>
            </w:r>
            <w:r w:rsidRPr="00413EDF">
              <w:rPr>
                <w:rFonts w:ascii="Times New Roman" w:hAnsi="Times New Roman" w:cs="Times New Roman"/>
                <w:b w:val="0"/>
              </w:rPr>
              <w:t>год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13EDF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4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2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413EDF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E95D04">
              <w:rPr>
                <w:rFonts w:ascii="Times New Roman" w:hAnsi="Times New Roman" w:cs="Times New Roman"/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271,2</w:t>
            </w:r>
          </w:p>
          <w:p w:rsidR="00B426C7" w:rsidRPr="000310FE" w:rsidRDefault="00B426C7" w:rsidP="00E711E9"/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A2A26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 w:rsidRPr="008A2A26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475,0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A2A26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 w:rsidRPr="008A2A26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Бюджетные кредиты от других бюджетов бюджетной системы Российской Федерации</w:t>
            </w: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 в валюте </w:t>
            </w:r>
            <w:r w:rsidRPr="008A2A26"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475,0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A2A26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FA794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A2A26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FA794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01 03 01 00 10 0000 710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FA794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-25,0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FA794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-25,0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-203,8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8A2A26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413EDF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-203,8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-8948,0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-9104,5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95D04" w:rsidRDefault="00B426C7" w:rsidP="00E711E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-8948,0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-9104,5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c"/>
              <w:jc w:val="both"/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/>
                <w:sz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95D04" w:rsidRDefault="00B426C7" w:rsidP="00E711E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-8948,0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-9104,5</w:t>
            </w:r>
          </w:p>
        </w:tc>
      </w:tr>
      <w:tr w:rsidR="00B426C7" w:rsidRPr="00413EDF" w:rsidTr="00890A5C">
        <w:trPr>
          <w:trHeight w:val="90"/>
        </w:trPr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  <w:r>
              <w:rPr>
                <w:rFonts w:ascii="Times New Roman" w:hAnsi="Times New Roman" w:cs="Times New Roman"/>
              </w:rPr>
              <w:t xml:space="preserve"> сельских </w:t>
            </w:r>
            <w:r w:rsidRPr="001124E2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95D04" w:rsidRDefault="00B426C7" w:rsidP="00E711E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-8948,0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-9104,5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8A2A26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E95D04" w:rsidRDefault="00B426C7" w:rsidP="00E71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8900,7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4D2C5E">
              <w:rPr>
                <w:rFonts w:ascii="Times New Roman" w:hAnsi="Times New Roman" w:cs="Times New Roman"/>
              </w:rPr>
              <w:t xml:space="preserve">Уменьшение </w:t>
            </w:r>
            <w:r>
              <w:rPr>
                <w:rFonts w:ascii="Times New Roman" w:hAnsi="Times New Roman" w:cs="Times New Roman"/>
              </w:rPr>
              <w:t xml:space="preserve">прочих </w:t>
            </w:r>
            <w:r w:rsidRPr="004D2C5E">
              <w:rPr>
                <w:rFonts w:ascii="Times New Roman" w:hAnsi="Times New Roman" w:cs="Times New Roman"/>
              </w:rPr>
              <w:t>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F449A">
              <w:rPr>
                <w:rFonts w:ascii="Times New Roman" w:hAnsi="Times New Roman" w:cs="Times New Roman"/>
                <w:sz w:val="24"/>
                <w:szCs w:val="24"/>
              </w:rPr>
              <w:t>9861,8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>
            <w:r>
              <w:rPr>
                <w:rFonts w:ascii="Times New Roman" w:hAnsi="Times New Roman" w:cs="Times New Roman"/>
              </w:rPr>
              <w:t xml:space="preserve">     </w:t>
            </w:r>
            <w:r w:rsidRPr="008333E2">
              <w:rPr>
                <w:rFonts w:ascii="Times New Roman" w:hAnsi="Times New Roman" w:cs="Times New Roman"/>
              </w:rPr>
              <w:t>8900,7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 xml:space="preserve">Уменьшение прочих остатков денежных средств </w:t>
            </w:r>
            <w:r>
              <w:rPr>
                <w:rFonts w:ascii="Times New Roman" w:hAnsi="Times New Roman" w:cs="Times New Roman"/>
              </w:rPr>
              <w:t xml:space="preserve">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F449A">
              <w:rPr>
                <w:rFonts w:ascii="Times New Roman" w:hAnsi="Times New Roman" w:cs="Times New Roman"/>
                <w:sz w:val="24"/>
                <w:szCs w:val="24"/>
              </w:rPr>
              <w:t>9861,8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>
            <w:r>
              <w:rPr>
                <w:rFonts w:ascii="Times New Roman" w:hAnsi="Times New Roman" w:cs="Times New Roman"/>
              </w:rPr>
              <w:t xml:space="preserve">     </w:t>
            </w:r>
            <w:r w:rsidRPr="008333E2">
              <w:rPr>
                <w:rFonts w:ascii="Times New Roman" w:hAnsi="Times New Roman" w:cs="Times New Roman"/>
              </w:rPr>
              <w:t>8900,7</w:t>
            </w:r>
          </w:p>
        </w:tc>
      </w:tr>
      <w:tr w:rsidR="00B426C7" w:rsidRPr="00413EDF" w:rsidTr="00E711E9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  <w:r>
              <w:rPr>
                <w:rFonts w:ascii="Times New Roman" w:hAnsi="Times New Roman" w:cs="Times New Roman"/>
              </w:rPr>
              <w:t xml:space="preserve"> сельских</w:t>
            </w:r>
            <w:r w:rsidRPr="001124E2">
              <w:rPr>
                <w:rFonts w:ascii="Times New Roman" w:hAnsi="Times New Roman" w:cs="Times New Roman"/>
              </w:rPr>
              <w:t xml:space="preserve">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Pr="001124E2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C7" w:rsidRDefault="00B426C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F449A">
              <w:rPr>
                <w:rFonts w:ascii="Times New Roman" w:hAnsi="Times New Roman" w:cs="Times New Roman"/>
                <w:sz w:val="24"/>
                <w:szCs w:val="24"/>
              </w:rPr>
              <w:t>9861,8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C7" w:rsidRDefault="00B426C7">
            <w:r>
              <w:rPr>
                <w:rFonts w:ascii="Times New Roman" w:hAnsi="Times New Roman" w:cs="Times New Roman"/>
              </w:rPr>
              <w:t xml:space="preserve">     </w:t>
            </w:r>
            <w:r w:rsidRPr="008333E2">
              <w:rPr>
                <w:rFonts w:ascii="Times New Roman" w:hAnsi="Times New Roman" w:cs="Times New Roman"/>
              </w:rPr>
              <w:t>8900,7</w:t>
            </w:r>
          </w:p>
        </w:tc>
      </w:tr>
      <w:tr w:rsidR="00B426C7" w:rsidRPr="002000B8" w:rsidTr="00E711E9">
        <w:tc>
          <w:tcPr>
            <w:tcW w:w="8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26C7" w:rsidRDefault="00B426C7" w:rsidP="00E711E9">
            <w:pPr>
              <w:pStyle w:val="af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6C7" w:rsidRPr="002000B8" w:rsidTr="00E711E9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6C7" w:rsidRPr="002000B8" w:rsidTr="00E711E9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6C7" w:rsidRPr="002000B8" w:rsidTr="00E711E9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426C7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6C7" w:rsidRPr="002000B8" w:rsidTr="00E711E9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Новопетровского сельского поселения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426C7" w:rsidRPr="002000B8" w:rsidRDefault="00B426C7" w:rsidP="00E711E9">
            <w:pPr>
              <w:pStyle w:val="af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6C7" w:rsidRDefault="00B426C7" w:rsidP="00E711E9">
            <w:pPr>
              <w:pStyle w:val="aff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А. Бессонов</w:t>
            </w:r>
          </w:p>
        </w:tc>
      </w:tr>
    </w:tbl>
    <w:p w:rsidR="00B426C7" w:rsidRPr="002000B8" w:rsidRDefault="00B426C7" w:rsidP="00340A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Default="00B426C7" w:rsidP="004C637D">
      <w:pPr>
        <w:ind w:firstLine="698"/>
        <w:jc w:val="right"/>
        <w:rPr>
          <w:rStyle w:val="a"/>
          <w:rFonts w:ascii="Times New Roman" w:hAnsi="Times New Roman" w:cs="Times New Roman"/>
          <w:b w:val="0"/>
          <w:sz w:val="28"/>
          <w:szCs w:val="28"/>
        </w:rPr>
      </w:pPr>
    </w:p>
    <w:p w:rsidR="00B426C7" w:rsidRPr="002000B8" w:rsidRDefault="00B426C7" w:rsidP="004A5D9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B426C7" w:rsidRPr="002000B8" w:rsidSect="00674886">
      <w:pgSz w:w="16837" w:h="11905" w:orient="landscape"/>
      <w:pgMar w:top="1701" w:right="1134" w:bottom="56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6C7" w:rsidRDefault="00B426C7" w:rsidP="005758A2">
      <w:r>
        <w:separator/>
      </w:r>
    </w:p>
  </w:endnote>
  <w:endnote w:type="continuationSeparator" w:id="0">
    <w:p w:rsidR="00B426C7" w:rsidRDefault="00B426C7" w:rsidP="00575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6C7" w:rsidRDefault="00B426C7" w:rsidP="005758A2">
      <w:r>
        <w:separator/>
      </w:r>
    </w:p>
  </w:footnote>
  <w:footnote w:type="continuationSeparator" w:id="0">
    <w:p w:rsidR="00B426C7" w:rsidRDefault="00B426C7" w:rsidP="005758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76E"/>
    <w:rsid w:val="00004A6C"/>
    <w:rsid w:val="00020F00"/>
    <w:rsid w:val="000271AA"/>
    <w:rsid w:val="000310FE"/>
    <w:rsid w:val="000353BD"/>
    <w:rsid w:val="00041BC7"/>
    <w:rsid w:val="0004528B"/>
    <w:rsid w:val="00045B70"/>
    <w:rsid w:val="0004601A"/>
    <w:rsid w:val="00046494"/>
    <w:rsid w:val="00050A2C"/>
    <w:rsid w:val="000574C7"/>
    <w:rsid w:val="0006617D"/>
    <w:rsid w:val="00071D9A"/>
    <w:rsid w:val="00075549"/>
    <w:rsid w:val="0009246A"/>
    <w:rsid w:val="000A2464"/>
    <w:rsid w:val="000A4A4F"/>
    <w:rsid w:val="000A6E3F"/>
    <w:rsid w:val="000A7425"/>
    <w:rsid w:val="000B0114"/>
    <w:rsid w:val="000B237B"/>
    <w:rsid w:val="000B3F72"/>
    <w:rsid w:val="000B4EC8"/>
    <w:rsid w:val="000B71F3"/>
    <w:rsid w:val="000B7C5D"/>
    <w:rsid w:val="000D32CC"/>
    <w:rsid w:val="000E1F98"/>
    <w:rsid w:val="000E4D28"/>
    <w:rsid w:val="000F3EF3"/>
    <w:rsid w:val="001002D9"/>
    <w:rsid w:val="00107E5C"/>
    <w:rsid w:val="001124E2"/>
    <w:rsid w:val="0011348B"/>
    <w:rsid w:val="00145BBD"/>
    <w:rsid w:val="00146F22"/>
    <w:rsid w:val="00156665"/>
    <w:rsid w:val="00165CB5"/>
    <w:rsid w:val="00170B6C"/>
    <w:rsid w:val="00172B85"/>
    <w:rsid w:val="0017338B"/>
    <w:rsid w:val="00174E32"/>
    <w:rsid w:val="00174E69"/>
    <w:rsid w:val="00176268"/>
    <w:rsid w:val="00181D38"/>
    <w:rsid w:val="001861E6"/>
    <w:rsid w:val="00191754"/>
    <w:rsid w:val="00194978"/>
    <w:rsid w:val="00196E3E"/>
    <w:rsid w:val="001A64B3"/>
    <w:rsid w:val="001C45B7"/>
    <w:rsid w:val="001D1A7C"/>
    <w:rsid w:val="001D276E"/>
    <w:rsid w:val="001E0705"/>
    <w:rsid w:val="001E3060"/>
    <w:rsid w:val="001E3890"/>
    <w:rsid w:val="002000B8"/>
    <w:rsid w:val="00214BD6"/>
    <w:rsid w:val="0022279E"/>
    <w:rsid w:val="00240120"/>
    <w:rsid w:val="002515C7"/>
    <w:rsid w:val="0025218F"/>
    <w:rsid w:val="00255F0B"/>
    <w:rsid w:val="00261B05"/>
    <w:rsid w:val="00265193"/>
    <w:rsid w:val="00265C21"/>
    <w:rsid w:val="00267B8E"/>
    <w:rsid w:val="00273038"/>
    <w:rsid w:val="00295D32"/>
    <w:rsid w:val="00296E90"/>
    <w:rsid w:val="002A3B1E"/>
    <w:rsid w:val="002B01FF"/>
    <w:rsid w:val="002B181F"/>
    <w:rsid w:val="002B4A7D"/>
    <w:rsid w:val="002C2A8B"/>
    <w:rsid w:val="002C73B1"/>
    <w:rsid w:val="002C743C"/>
    <w:rsid w:val="002D490D"/>
    <w:rsid w:val="002D62BC"/>
    <w:rsid w:val="002E23EB"/>
    <w:rsid w:val="002E4654"/>
    <w:rsid w:val="002E59DA"/>
    <w:rsid w:val="002E6347"/>
    <w:rsid w:val="002F198D"/>
    <w:rsid w:val="00300A05"/>
    <w:rsid w:val="003056E0"/>
    <w:rsid w:val="00305769"/>
    <w:rsid w:val="00307F0D"/>
    <w:rsid w:val="0031305C"/>
    <w:rsid w:val="003134E7"/>
    <w:rsid w:val="00317098"/>
    <w:rsid w:val="0032376E"/>
    <w:rsid w:val="003253F7"/>
    <w:rsid w:val="00330115"/>
    <w:rsid w:val="00333AD8"/>
    <w:rsid w:val="00335C85"/>
    <w:rsid w:val="00340A84"/>
    <w:rsid w:val="00352D74"/>
    <w:rsid w:val="00355036"/>
    <w:rsid w:val="003563B5"/>
    <w:rsid w:val="003564FA"/>
    <w:rsid w:val="00367669"/>
    <w:rsid w:val="00373311"/>
    <w:rsid w:val="00373735"/>
    <w:rsid w:val="00386806"/>
    <w:rsid w:val="00392B2C"/>
    <w:rsid w:val="003A2378"/>
    <w:rsid w:val="003A360E"/>
    <w:rsid w:val="003A382D"/>
    <w:rsid w:val="003A4D48"/>
    <w:rsid w:val="003B0390"/>
    <w:rsid w:val="003B0CDB"/>
    <w:rsid w:val="003B16BF"/>
    <w:rsid w:val="003B44A6"/>
    <w:rsid w:val="003C1F64"/>
    <w:rsid w:val="003D1ABD"/>
    <w:rsid w:val="003D51E8"/>
    <w:rsid w:val="003E3F56"/>
    <w:rsid w:val="003E4435"/>
    <w:rsid w:val="003F1B3F"/>
    <w:rsid w:val="003F67A2"/>
    <w:rsid w:val="004005E1"/>
    <w:rsid w:val="00402F2D"/>
    <w:rsid w:val="00403082"/>
    <w:rsid w:val="00406BD3"/>
    <w:rsid w:val="00407A07"/>
    <w:rsid w:val="00411E86"/>
    <w:rsid w:val="00413C9C"/>
    <w:rsid w:val="00413EDF"/>
    <w:rsid w:val="004248B7"/>
    <w:rsid w:val="00426D12"/>
    <w:rsid w:val="004329D8"/>
    <w:rsid w:val="00433183"/>
    <w:rsid w:val="0044226C"/>
    <w:rsid w:val="0044415D"/>
    <w:rsid w:val="00453921"/>
    <w:rsid w:val="00454E32"/>
    <w:rsid w:val="00462C37"/>
    <w:rsid w:val="00466228"/>
    <w:rsid w:val="004719D7"/>
    <w:rsid w:val="00471ACA"/>
    <w:rsid w:val="0048500A"/>
    <w:rsid w:val="004908E7"/>
    <w:rsid w:val="00491E9F"/>
    <w:rsid w:val="00496315"/>
    <w:rsid w:val="00496FB5"/>
    <w:rsid w:val="00497D14"/>
    <w:rsid w:val="004A5D98"/>
    <w:rsid w:val="004B37DC"/>
    <w:rsid w:val="004B6ECD"/>
    <w:rsid w:val="004C2AE4"/>
    <w:rsid w:val="004C42E0"/>
    <w:rsid w:val="004C637D"/>
    <w:rsid w:val="004C7820"/>
    <w:rsid w:val="004C7B22"/>
    <w:rsid w:val="004D0979"/>
    <w:rsid w:val="004D2C5E"/>
    <w:rsid w:val="004D34D3"/>
    <w:rsid w:val="004F32CC"/>
    <w:rsid w:val="0050329E"/>
    <w:rsid w:val="005046BC"/>
    <w:rsid w:val="00510EA7"/>
    <w:rsid w:val="00514024"/>
    <w:rsid w:val="00514428"/>
    <w:rsid w:val="00521C5D"/>
    <w:rsid w:val="00533E49"/>
    <w:rsid w:val="0053613A"/>
    <w:rsid w:val="00540079"/>
    <w:rsid w:val="00542E4B"/>
    <w:rsid w:val="00543DC5"/>
    <w:rsid w:val="00546F8B"/>
    <w:rsid w:val="00550FFB"/>
    <w:rsid w:val="00554C30"/>
    <w:rsid w:val="0055736F"/>
    <w:rsid w:val="00563B7A"/>
    <w:rsid w:val="005758A2"/>
    <w:rsid w:val="00580A1E"/>
    <w:rsid w:val="00581142"/>
    <w:rsid w:val="00583617"/>
    <w:rsid w:val="00585354"/>
    <w:rsid w:val="005B2BCA"/>
    <w:rsid w:val="005B685A"/>
    <w:rsid w:val="005C1E1F"/>
    <w:rsid w:val="005D12A5"/>
    <w:rsid w:val="005D1578"/>
    <w:rsid w:val="005E2C54"/>
    <w:rsid w:val="005E7E19"/>
    <w:rsid w:val="005F05AA"/>
    <w:rsid w:val="005F3CC7"/>
    <w:rsid w:val="005F6EDC"/>
    <w:rsid w:val="005F72CD"/>
    <w:rsid w:val="00600B43"/>
    <w:rsid w:val="00602E18"/>
    <w:rsid w:val="00605A22"/>
    <w:rsid w:val="00605F7B"/>
    <w:rsid w:val="00612B16"/>
    <w:rsid w:val="006142E4"/>
    <w:rsid w:val="0062227D"/>
    <w:rsid w:val="0063226A"/>
    <w:rsid w:val="006350DE"/>
    <w:rsid w:val="00640B95"/>
    <w:rsid w:val="006564DD"/>
    <w:rsid w:val="0067156A"/>
    <w:rsid w:val="0067271D"/>
    <w:rsid w:val="00672A9C"/>
    <w:rsid w:val="00674886"/>
    <w:rsid w:val="00684EB4"/>
    <w:rsid w:val="00690ABC"/>
    <w:rsid w:val="00691D9A"/>
    <w:rsid w:val="006960B8"/>
    <w:rsid w:val="0069653A"/>
    <w:rsid w:val="0069783F"/>
    <w:rsid w:val="006B1C79"/>
    <w:rsid w:val="006C0AC4"/>
    <w:rsid w:val="006C0CD2"/>
    <w:rsid w:val="006C1358"/>
    <w:rsid w:val="006C3208"/>
    <w:rsid w:val="006C63B1"/>
    <w:rsid w:val="006E04DE"/>
    <w:rsid w:val="006E2672"/>
    <w:rsid w:val="006F079A"/>
    <w:rsid w:val="006F1BC3"/>
    <w:rsid w:val="00701BF3"/>
    <w:rsid w:val="00707B1B"/>
    <w:rsid w:val="00711B0B"/>
    <w:rsid w:val="00715917"/>
    <w:rsid w:val="00720519"/>
    <w:rsid w:val="007312F0"/>
    <w:rsid w:val="007325E6"/>
    <w:rsid w:val="007332C9"/>
    <w:rsid w:val="007379D0"/>
    <w:rsid w:val="00755492"/>
    <w:rsid w:val="0076030A"/>
    <w:rsid w:val="00764891"/>
    <w:rsid w:val="00767758"/>
    <w:rsid w:val="00767D8E"/>
    <w:rsid w:val="00777940"/>
    <w:rsid w:val="00783648"/>
    <w:rsid w:val="0078384F"/>
    <w:rsid w:val="007906A5"/>
    <w:rsid w:val="00792D65"/>
    <w:rsid w:val="00795AE4"/>
    <w:rsid w:val="007A6B3A"/>
    <w:rsid w:val="007A7AAF"/>
    <w:rsid w:val="007C130A"/>
    <w:rsid w:val="007C25C1"/>
    <w:rsid w:val="007C35C1"/>
    <w:rsid w:val="007C5588"/>
    <w:rsid w:val="007C62DC"/>
    <w:rsid w:val="007D3BEA"/>
    <w:rsid w:val="007D40AD"/>
    <w:rsid w:val="007D5D2B"/>
    <w:rsid w:val="007D781A"/>
    <w:rsid w:val="007E5713"/>
    <w:rsid w:val="007F1D56"/>
    <w:rsid w:val="007F4059"/>
    <w:rsid w:val="0080593C"/>
    <w:rsid w:val="008161E0"/>
    <w:rsid w:val="00816347"/>
    <w:rsid w:val="0082208C"/>
    <w:rsid w:val="008333E2"/>
    <w:rsid w:val="0084316D"/>
    <w:rsid w:val="00851405"/>
    <w:rsid w:val="008516F9"/>
    <w:rsid w:val="008625CB"/>
    <w:rsid w:val="00873094"/>
    <w:rsid w:val="00873CED"/>
    <w:rsid w:val="00876F7C"/>
    <w:rsid w:val="00885269"/>
    <w:rsid w:val="00885F6A"/>
    <w:rsid w:val="00887808"/>
    <w:rsid w:val="00890A5C"/>
    <w:rsid w:val="00891AB7"/>
    <w:rsid w:val="00893188"/>
    <w:rsid w:val="00894DB9"/>
    <w:rsid w:val="00896ACB"/>
    <w:rsid w:val="00897521"/>
    <w:rsid w:val="008A2A26"/>
    <w:rsid w:val="008A2E3C"/>
    <w:rsid w:val="008B2ADE"/>
    <w:rsid w:val="008E387A"/>
    <w:rsid w:val="008E5725"/>
    <w:rsid w:val="008F184A"/>
    <w:rsid w:val="008F49C2"/>
    <w:rsid w:val="00911704"/>
    <w:rsid w:val="009179AB"/>
    <w:rsid w:val="00925F95"/>
    <w:rsid w:val="00931FCB"/>
    <w:rsid w:val="00945117"/>
    <w:rsid w:val="00952A67"/>
    <w:rsid w:val="00954D1D"/>
    <w:rsid w:val="00971A87"/>
    <w:rsid w:val="00990B6C"/>
    <w:rsid w:val="00994A60"/>
    <w:rsid w:val="00995B5C"/>
    <w:rsid w:val="009A1D16"/>
    <w:rsid w:val="009A2CD0"/>
    <w:rsid w:val="009A432E"/>
    <w:rsid w:val="009A6494"/>
    <w:rsid w:val="009B13E6"/>
    <w:rsid w:val="009D2EFB"/>
    <w:rsid w:val="009D36D2"/>
    <w:rsid w:val="009D39DE"/>
    <w:rsid w:val="009D6D7F"/>
    <w:rsid w:val="009F7D1A"/>
    <w:rsid w:val="00A2470E"/>
    <w:rsid w:val="00A33C47"/>
    <w:rsid w:val="00A41CB5"/>
    <w:rsid w:val="00A478B6"/>
    <w:rsid w:val="00A5410A"/>
    <w:rsid w:val="00A546AB"/>
    <w:rsid w:val="00A567F5"/>
    <w:rsid w:val="00A5700B"/>
    <w:rsid w:val="00A76AE7"/>
    <w:rsid w:val="00A77B60"/>
    <w:rsid w:val="00A80329"/>
    <w:rsid w:val="00A876E5"/>
    <w:rsid w:val="00A924DE"/>
    <w:rsid w:val="00A94B82"/>
    <w:rsid w:val="00AC0658"/>
    <w:rsid w:val="00AC2D39"/>
    <w:rsid w:val="00AD09C6"/>
    <w:rsid w:val="00AE4799"/>
    <w:rsid w:val="00AE5A34"/>
    <w:rsid w:val="00AE70F1"/>
    <w:rsid w:val="00AF043B"/>
    <w:rsid w:val="00AF5303"/>
    <w:rsid w:val="00AF79C5"/>
    <w:rsid w:val="00B07805"/>
    <w:rsid w:val="00B078C6"/>
    <w:rsid w:val="00B17E9E"/>
    <w:rsid w:val="00B30167"/>
    <w:rsid w:val="00B30826"/>
    <w:rsid w:val="00B3325C"/>
    <w:rsid w:val="00B426C7"/>
    <w:rsid w:val="00B464D1"/>
    <w:rsid w:val="00B47224"/>
    <w:rsid w:val="00B53423"/>
    <w:rsid w:val="00B62D59"/>
    <w:rsid w:val="00B638C9"/>
    <w:rsid w:val="00B65866"/>
    <w:rsid w:val="00B71CA9"/>
    <w:rsid w:val="00B73E65"/>
    <w:rsid w:val="00B74E25"/>
    <w:rsid w:val="00B8010D"/>
    <w:rsid w:val="00B858B4"/>
    <w:rsid w:val="00BA08CB"/>
    <w:rsid w:val="00BA4BE7"/>
    <w:rsid w:val="00BB3130"/>
    <w:rsid w:val="00BB6C7D"/>
    <w:rsid w:val="00BC61C2"/>
    <w:rsid w:val="00BD280A"/>
    <w:rsid w:val="00BE371F"/>
    <w:rsid w:val="00BE5C36"/>
    <w:rsid w:val="00BF5EA1"/>
    <w:rsid w:val="00C00937"/>
    <w:rsid w:val="00C106AA"/>
    <w:rsid w:val="00C22218"/>
    <w:rsid w:val="00C239ED"/>
    <w:rsid w:val="00C32524"/>
    <w:rsid w:val="00C3417A"/>
    <w:rsid w:val="00C343F6"/>
    <w:rsid w:val="00C42702"/>
    <w:rsid w:val="00C504A2"/>
    <w:rsid w:val="00C613E6"/>
    <w:rsid w:val="00C62207"/>
    <w:rsid w:val="00C66208"/>
    <w:rsid w:val="00C75662"/>
    <w:rsid w:val="00C826A4"/>
    <w:rsid w:val="00C94244"/>
    <w:rsid w:val="00CB2CBE"/>
    <w:rsid w:val="00CC1BF6"/>
    <w:rsid w:val="00CC2DAB"/>
    <w:rsid w:val="00CC3DD5"/>
    <w:rsid w:val="00CC4872"/>
    <w:rsid w:val="00CD2266"/>
    <w:rsid w:val="00CE131F"/>
    <w:rsid w:val="00CE2C50"/>
    <w:rsid w:val="00CE4613"/>
    <w:rsid w:val="00CE4927"/>
    <w:rsid w:val="00CF666F"/>
    <w:rsid w:val="00D170E4"/>
    <w:rsid w:val="00D30918"/>
    <w:rsid w:val="00D31641"/>
    <w:rsid w:val="00D34E96"/>
    <w:rsid w:val="00D47867"/>
    <w:rsid w:val="00D5206A"/>
    <w:rsid w:val="00D60940"/>
    <w:rsid w:val="00D64013"/>
    <w:rsid w:val="00D656AA"/>
    <w:rsid w:val="00D67AE0"/>
    <w:rsid w:val="00D720CE"/>
    <w:rsid w:val="00D76C03"/>
    <w:rsid w:val="00D86EF8"/>
    <w:rsid w:val="00D90801"/>
    <w:rsid w:val="00D91833"/>
    <w:rsid w:val="00D95C66"/>
    <w:rsid w:val="00DA4694"/>
    <w:rsid w:val="00DB2016"/>
    <w:rsid w:val="00DC3ED1"/>
    <w:rsid w:val="00DC6661"/>
    <w:rsid w:val="00DD2EAA"/>
    <w:rsid w:val="00DE428C"/>
    <w:rsid w:val="00DE52F0"/>
    <w:rsid w:val="00DE703C"/>
    <w:rsid w:val="00DE7817"/>
    <w:rsid w:val="00DF449A"/>
    <w:rsid w:val="00E01B39"/>
    <w:rsid w:val="00E05B84"/>
    <w:rsid w:val="00E10CE9"/>
    <w:rsid w:val="00E2006B"/>
    <w:rsid w:val="00E23FC5"/>
    <w:rsid w:val="00E262C0"/>
    <w:rsid w:val="00E3359A"/>
    <w:rsid w:val="00E403C2"/>
    <w:rsid w:val="00E41F5C"/>
    <w:rsid w:val="00E47EB0"/>
    <w:rsid w:val="00E5063C"/>
    <w:rsid w:val="00E60978"/>
    <w:rsid w:val="00E62198"/>
    <w:rsid w:val="00E626F7"/>
    <w:rsid w:val="00E6400D"/>
    <w:rsid w:val="00E67245"/>
    <w:rsid w:val="00E711E9"/>
    <w:rsid w:val="00E716C8"/>
    <w:rsid w:val="00E729F7"/>
    <w:rsid w:val="00E7312B"/>
    <w:rsid w:val="00E81039"/>
    <w:rsid w:val="00E86752"/>
    <w:rsid w:val="00E906D2"/>
    <w:rsid w:val="00E94C8A"/>
    <w:rsid w:val="00E95D04"/>
    <w:rsid w:val="00E9710C"/>
    <w:rsid w:val="00E97937"/>
    <w:rsid w:val="00EA5C9A"/>
    <w:rsid w:val="00EA6482"/>
    <w:rsid w:val="00EB3424"/>
    <w:rsid w:val="00EB646D"/>
    <w:rsid w:val="00ED11E2"/>
    <w:rsid w:val="00ED30BA"/>
    <w:rsid w:val="00ED3AAE"/>
    <w:rsid w:val="00ED3E5A"/>
    <w:rsid w:val="00ED6804"/>
    <w:rsid w:val="00EE16E2"/>
    <w:rsid w:val="00EE7F51"/>
    <w:rsid w:val="00EF2AC7"/>
    <w:rsid w:val="00EF3DFC"/>
    <w:rsid w:val="00EF6F35"/>
    <w:rsid w:val="00F040DF"/>
    <w:rsid w:val="00F06C67"/>
    <w:rsid w:val="00F10076"/>
    <w:rsid w:val="00F13DA3"/>
    <w:rsid w:val="00F17C99"/>
    <w:rsid w:val="00F50F56"/>
    <w:rsid w:val="00F51FB0"/>
    <w:rsid w:val="00F75A65"/>
    <w:rsid w:val="00F77B97"/>
    <w:rsid w:val="00F81104"/>
    <w:rsid w:val="00F83F73"/>
    <w:rsid w:val="00F84C4B"/>
    <w:rsid w:val="00F907CE"/>
    <w:rsid w:val="00F90C66"/>
    <w:rsid w:val="00F91AB9"/>
    <w:rsid w:val="00F9527A"/>
    <w:rsid w:val="00FA4E39"/>
    <w:rsid w:val="00FA794E"/>
    <w:rsid w:val="00FB19E9"/>
    <w:rsid w:val="00FB54D1"/>
    <w:rsid w:val="00FB73D6"/>
    <w:rsid w:val="00FC2609"/>
    <w:rsid w:val="00FD5BCC"/>
    <w:rsid w:val="00FE1B5F"/>
    <w:rsid w:val="00FE7017"/>
    <w:rsid w:val="00FE794E"/>
    <w:rsid w:val="00FF5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B4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600B4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600B43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600B43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600B43"/>
    <w:rPr>
      <w:b/>
      <w:color w:val="26282F"/>
      <w:sz w:val="26"/>
    </w:rPr>
  </w:style>
  <w:style w:type="character" w:customStyle="1" w:styleId="a0">
    <w:name w:val="Гипертекстовая ссылка"/>
    <w:uiPriority w:val="99"/>
    <w:rsid w:val="00600B43"/>
    <w:rPr>
      <w:b/>
      <w:color w:val="106BBE"/>
      <w:sz w:val="26"/>
    </w:rPr>
  </w:style>
  <w:style w:type="character" w:customStyle="1" w:styleId="a1">
    <w:name w:val="Активная гипертекстовая ссылка"/>
    <w:uiPriority w:val="99"/>
    <w:rsid w:val="00600B43"/>
    <w:rPr>
      <w:b/>
      <w:color w:val="106BBE"/>
      <w:sz w:val="26"/>
      <w:u w:val="single"/>
    </w:rPr>
  </w:style>
  <w:style w:type="paragraph" w:customStyle="1" w:styleId="a2">
    <w:name w:val="Внимание"/>
    <w:basedOn w:val="Normal"/>
    <w:next w:val="Normal"/>
    <w:uiPriority w:val="99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3">
    <w:name w:val="Внимание: криминал!!"/>
    <w:basedOn w:val="a2"/>
    <w:next w:val="Normal"/>
    <w:uiPriority w:val="99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4">
    <w:name w:val="Внимание: недобросовестность!"/>
    <w:basedOn w:val="a2"/>
    <w:next w:val="Normal"/>
    <w:uiPriority w:val="99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5">
    <w:name w:val="Выделение для Базового Поиска"/>
    <w:uiPriority w:val="99"/>
    <w:rsid w:val="00600B43"/>
    <w:rPr>
      <w:b/>
      <w:color w:val="0058A9"/>
      <w:sz w:val="26"/>
    </w:rPr>
  </w:style>
  <w:style w:type="character" w:customStyle="1" w:styleId="a6">
    <w:name w:val="Выделение для Базового Поиска (курсив)"/>
    <w:uiPriority w:val="99"/>
    <w:rsid w:val="00600B43"/>
    <w:rPr>
      <w:b/>
      <w:i/>
      <w:color w:val="0058A9"/>
      <w:sz w:val="26"/>
    </w:rPr>
  </w:style>
  <w:style w:type="paragraph" w:customStyle="1" w:styleId="a7">
    <w:name w:val="Основное меню (преемственное)"/>
    <w:basedOn w:val="Normal"/>
    <w:next w:val="Normal"/>
    <w:uiPriority w:val="99"/>
    <w:rsid w:val="00600B43"/>
    <w:pPr>
      <w:jc w:val="both"/>
    </w:pPr>
    <w:rPr>
      <w:rFonts w:ascii="Verdana" w:hAnsi="Verdana" w:cs="Verdana"/>
      <w:sz w:val="24"/>
      <w:szCs w:val="24"/>
    </w:rPr>
  </w:style>
  <w:style w:type="paragraph" w:customStyle="1" w:styleId="a8">
    <w:name w:val="Заголовок"/>
    <w:basedOn w:val="a7"/>
    <w:next w:val="Normal"/>
    <w:uiPriority w:val="99"/>
    <w:rsid w:val="00600B43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9">
    <w:name w:val="Заголовок группы контролов"/>
    <w:basedOn w:val="Normal"/>
    <w:next w:val="Normal"/>
    <w:uiPriority w:val="99"/>
    <w:rsid w:val="00600B43"/>
    <w:pPr>
      <w:jc w:val="both"/>
    </w:pPr>
    <w:rPr>
      <w:b/>
      <w:bCs/>
      <w:color w:val="000000"/>
      <w:sz w:val="24"/>
      <w:szCs w:val="24"/>
    </w:rPr>
  </w:style>
  <w:style w:type="paragraph" w:customStyle="1" w:styleId="aa">
    <w:name w:val="Заголовок для информации об изменениях"/>
    <w:basedOn w:val="Heading1"/>
    <w:next w:val="Normal"/>
    <w:uiPriority w:val="99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b">
    <w:name w:val="Заголовок приложения"/>
    <w:basedOn w:val="Normal"/>
    <w:next w:val="Normal"/>
    <w:uiPriority w:val="99"/>
    <w:rsid w:val="00600B43"/>
    <w:pPr>
      <w:jc w:val="right"/>
    </w:pPr>
    <w:rPr>
      <w:sz w:val="24"/>
      <w:szCs w:val="24"/>
    </w:r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600B43"/>
    <w:pPr>
      <w:jc w:val="both"/>
    </w:pPr>
    <w:rPr>
      <w:i/>
      <w:iCs/>
      <w:color w:val="000080"/>
      <w:sz w:val="24"/>
      <w:szCs w:val="24"/>
    </w:rPr>
  </w:style>
  <w:style w:type="character" w:customStyle="1" w:styleId="ad">
    <w:name w:val="Заголовок своего сообщения"/>
    <w:basedOn w:val="a"/>
    <w:uiPriority w:val="99"/>
    <w:rsid w:val="00600B43"/>
    <w:rPr>
      <w:rFonts w:cs="Times New Roman"/>
      <w:bCs/>
      <w:szCs w:val="26"/>
    </w:rPr>
  </w:style>
  <w:style w:type="paragraph" w:customStyle="1" w:styleId="ae">
    <w:name w:val="Заголовок статьи"/>
    <w:basedOn w:val="Normal"/>
    <w:next w:val="Normal"/>
    <w:uiPriority w:val="99"/>
    <w:rsid w:val="00600B43"/>
    <w:pPr>
      <w:ind w:left="1612" w:hanging="892"/>
      <w:jc w:val="both"/>
    </w:pPr>
    <w:rPr>
      <w:sz w:val="24"/>
      <w:szCs w:val="24"/>
    </w:rPr>
  </w:style>
  <w:style w:type="character" w:customStyle="1" w:styleId="af">
    <w:name w:val="Заголовок чужого сообщения"/>
    <w:uiPriority w:val="99"/>
    <w:rsid w:val="00600B43"/>
    <w:rPr>
      <w:b/>
      <w:color w:val="FF0000"/>
      <w:sz w:val="26"/>
    </w:rPr>
  </w:style>
  <w:style w:type="paragraph" w:customStyle="1" w:styleId="af0">
    <w:name w:val="Заголовок ЭР (левое окно)"/>
    <w:basedOn w:val="Normal"/>
    <w:next w:val="Normal"/>
    <w:uiPriority w:val="99"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1">
    <w:name w:val="Заголовок ЭР (правое окно)"/>
    <w:basedOn w:val="af0"/>
    <w:next w:val="Normal"/>
    <w:uiPriority w:val="99"/>
    <w:rsid w:val="00600B4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2">
    <w:name w:val="Интерактивный заголовок"/>
    <w:basedOn w:val="a8"/>
    <w:next w:val="Normal"/>
    <w:uiPriority w:val="99"/>
    <w:rsid w:val="00600B43"/>
    <w:rPr>
      <w:b w:val="0"/>
      <w:bCs w:val="0"/>
      <w:color w:val="auto"/>
      <w:u w:val="single"/>
      <w:shd w:val="clear" w:color="auto" w:fill="auto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600B43"/>
    <w:pPr>
      <w:jc w:val="both"/>
    </w:pPr>
    <w:rPr>
      <w:color w:val="353842"/>
      <w:sz w:val="20"/>
      <w:szCs w:val="20"/>
    </w:rPr>
  </w:style>
  <w:style w:type="paragraph" w:customStyle="1" w:styleId="af4">
    <w:name w:val="Информация об изменениях"/>
    <w:basedOn w:val="af3"/>
    <w:next w:val="Normal"/>
    <w:uiPriority w:val="99"/>
    <w:rsid w:val="00600B4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600B43"/>
    <w:pPr>
      <w:ind w:left="170" w:right="170"/>
    </w:pPr>
    <w:rPr>
      <w:sz w:val="24"/>
      <w:szCs w:val="24"/>
    </w:rPr>
  </w:style>
  <w:style w:type="paragraph" w:customStyle="1" w:styleId="af6">
    <w:name w:val="Комментарий"/>
    <w:basedOn w:val="af5"/>
    <w:next w:val="Normal"/>
    <w:uiPriority w:val="99"/>
    <w:rsid w:val="00600B4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600B43"/>
    <w:pPr>
      <w:spacing w:before="0"/>
    </w:pPr>
    <w:rPr>
      <w:i/>
      <w:iCs/>
    </w:rPr>
  </w:style>
  <w:style w:type="paragraph" w:customStyle="1" w:styleId="af8">
    <w:name w:val="Текст (лев. подпись)"/>
    <w:basedOn w:val="Normal"/>
    <w:next w:val="Normal"/>
    <w:uiPriority w:val="99"/>
    <w:rsid w:val="00600B43"/>
    <w:rPr>
      <w:sz w:val="24"/>
      <w:szCs w:val="24"/>
    </w:rPr>
  </w:style>
  <w:style w:type="paragraph" w:customStyle="1" w:styleId="af9">
    <w:name w:val="Колонтитул (левый)"/>
    <w:basedOn w:val="af8"/>
    <w:next w:val="Normal"/>
    <w:uiPriority w:val="99"/>
    <w:rsid w:val="00600B43"/>
    <w:pPr>
      <w:jc w:val="both"/>
    </w:pPr>
    <w:rPr>
      <w:sz w:val="16"/>
      <w:szCs w:val="16"/>
    </w:rPr>
  </w:style>
  <w:style w:type="paragraph" w:customStyle="1" w:styleId="afa">
    <w:name w:val="Текст (прав. подпись)"/>
    <w:basedOn w:val="Normal"/>
    <w:next w:val="Normal"/>
    <w:uiPriority w:val="99"/>
    <w:rsid w:val="00600B43"/>
    <w:pPr>
      <w:jc w:val="right"/>
    </w:pPr>
    <w:rPr>
      <w:sz w:val="24"/>
      <w:szCs w:val="24"/>
    </w:rPr>
  </w:style>
  <w:style w:type="paragraph" w:customStyle="1" w:styleId="afb">
    <w:name w:val="Колонтитул (правый)"/>
    <w:basedOn w:val="afa"/>
    <w:next w:val="Normal"/>
    <w:uiPriority w:val="99"/>
    <w:rsid w:val="00600B43"/>
    <w:pPr>
      <w:jc w:val="both"/>
    </w:pPr>
    <w:rPr>
      <w:sz w:val="16"/>
      <w:szCs w:val="16"/>
    </w:rPr>
  </w:style>
  <w:style w:type="paragraph" w:customStyle="1" w:styleId="afc">
    <w:name w:val="Комментарий пользователя"/>
    <w:basedOn w:val="af6"/>
    <w:next w:val="Normal"/>
    <w:uiPriority w:val="99"/>
    <w:rsid w:val="00600B43"/>
    <w:pPr>
      <w:spacing w:before="0"/>
      <w:jc w:val="left"/>
    </w:pPr>
    <w:rPr>
      <w:shd w:val="clear" w:color="auto" w:fill="FFDFE0"/>
    </w:rPr>
  </w:style>
  <w:style w:type="paragraph" w:customStyle="1" w:styleId="afd">
    <w:name w:val="Куда обратиться?"/>
    <w:basedOn w:val="a2"/>
    <w:next w:val="Normal"/>
    <w:uiPriority w:val="99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Моноширинный"/>
    <w:basedOn w:val="Normal"/>
    <w:next w:val="Normal"/>
    <w:uiPriority w:val="99"/>
    <w:rsid w:val="00600B43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">
    <w:name w:val="Найденные слова"/>
    <w:uiPriority w:val="99"/>
    <w:rsid w:val="00600B43"/>
    <w:rPr>
      <w:b/>
      <w:color w:val="26282F"/>
      <w:sz w:val="26"/>
      <w:shd w:val="clear" w:color="auto" w:fill="auto"/>
    </w:rPr>
  </w:style>
  <w:style w:type="character" w:customStyle="1" w:styleId="aff0">
    <w:name w:val="Не вступил в силу"/>
    <w:uiPriority w:val="99"/>
    <w:rsid w:val="00600B43"/>
    <w:rPr>
      <w:b/>
      <w:color w:val="000000"/>
      <w:sz w:val="26"/>
      <w:shd w:val="clear" w:color="auto" w:fill="auto"/>
    </w:rPr>
  </w:style>
  <w:style w:type="paragraph" w:customStyle="1" w:styleId="aff1">
    <w:name w:val="Необходимые документы"/>
    <w:basedOn w:val="a2"/>
    <w:next w:val="Normal"/>
    <w:uiPriority w:val="99"/>
    <w:rsid w:val="00600B4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2">
    <w:name w:val="Нормальный (таблица)"/>
    <w:basedOn w:val="Normal"/>
    <w:next w:val="Normal"/>
    <w:uiPriority w:val="99"/>
    <w:rsid w:val="00600B43"/>
    <w:pPr>
      <w:jc w:val="both"/>
    </w:pPr>
    <w:rPr>
      <w:sz w:val="24"/>
      <w:szCs w:val="24"/>
    </w:rPr>
  </w:style>
  <w:style w:type="paragraph" w:customStyle="1" w:styleId="aff3">
    <w:name w:val="Объект"/>
    <w:basedOn w:val="Normal"/>
    <w:next w:val="Normal"/>
    <w:uiPriority w:val="99"/>
    <w:rsid w:val="00600B43"/>
    <w:pPr>
      <w:jc w:val="both"/>
    </w:pPr>
  </w:style>
  <w:style w:type="paragraph" w:customStyle="1" w:styleId="aff4">
    <w:name w:val="Таблицы (моноширинный)"/>
    <w:basedOn w:val="Normal"/>
    <w:next w:val="Normal"/>
    <w:uiPriority w:val="99"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5">
    <w:name w:val="Оглавление"/>
    <w:basedOn w:val="aff4"/>
    <w:next w:val="Normal"/>
    <w:uiPriority w:val="99"/>
    <w:rsid w:val="00600B43"/>
    <w:pPr>
      <w:ind w:left="140"/>
    </w:pPr>
    <w:rPr>
      <w:rFonts w:ascii="Arial" w:hAnsi="Arial" w:cs="Arial"/>
      <w:sz w:val="24"/>
      <w:szCs w:val="24"/>
    </w:rPr>
  </w:style>
  <w:style w:type="character" w:customStyle="1" w:styleId="aff6">
    <w:name w:val="Опечатки"/>
    <w:uiPriority w:val="99"/>
    <w:rsid w:val="00600B43"/>
    <w:rPr>
      <w:color w:val="FF0000"/>
      <w:sz w:val="26"/>
    </w:rPr>
  </w:style>
  <w:style w:type="paragraph" w:customStyle="1" w:styleId="aff7">
    <w:name w:val="Переменная часть"/>
    <w:basedOn w:val="a7"/>
    <w:next w:val="Normal"/>
    <w:uiPriority w:val="99"/>
    <w:rsid w:val="00600B43"/>
    <w:rPr>
      <w:rFonts w:ascii="Arial" w:hAnsi="Arial" w:cs="Arial"/>
      <w:sz w:val="20"/>
      <w:szCs w:val="20"/>
    </w:rPr>
  </w:style>
  <w:style w:type="paragraph" w:customStyle="1" w:styleId="aff8">
    <w:name w:val="Подвал для информации об изменениях"/>
    <w:basedOn w:val="Heading1"/>
    <w:next w:val="Normal"/>
    <w:uiPriority w:val="99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9">
    <w:name w:val="Подзаголовок для информации об изменениях"/>
    <w:basedOn w:val="af3"/>
    <w:next w:val="Normal"/>
    <w:uiPriority w:val="99"/>
    <w:rsid w:val="00600B43"/>
    <w:rPr>
      <w:b/>
      <w:bCs/>
      <w:sz w:val="24"/>
      <w:szCs w:val="24"/>
    </w:rPr>
  </w:style>
  <w:style w:type="paragraph" w:customStyle="1" w:styleId="affa">
    <w:name w:val="Подчёркнуный текст"/>
    <w:basedOn w:val="Normal"/>
    <w:next w:val="Normal"/>
    <w:uiPriority w:val="99"/>
    <w:rsid w:val="00600B43"/>
    <w:pPr>
      <w:jc w:val="both"/>
    </w:pPr>
    <w:rPr>
      <w:sz w:val="24"/>
      <w:szCs w:val="24"/>
    </w:rPr>
  </w:style>
  <w:style w:type="paragraph" w:customStyle="1" w:styleId="affb">
    <w:name w:val="Постоянная часть"/>
    <w:basedOn w:val="a7"/>
    <w:next w:val="Normal"/>
    <w:uiPriority w:val="99"/>
    <w:rsid w:val="00600B43"/>
    <w:rPr>
      <w:rFonts w:ascii="Arial" w:hAnsi="Arial" w:cs="Arial"/>
      <w:sz w:val="22"/>
      <w:szCs w:val="22"/>
    </w:rPr>
  </w:style>
  <w:style w:type="paragraph" w:customStyle="1" w:styleId="affc">
    <w:name w:val="Прижатый влево"/>
    <w:basedOn w:val="Normal"/>
    <w:next w:val="Normal"/>
    <w:uiPriority w:val="99"/>
    <w:rsid w:val="00600B43"/>
    <w:rPr>
      <w:sz w:val="24"/>
      <w:szCs w:val="24"/>
    </w:rPr>
  </w:style>
  <w:style w:type="paragraph" w:customStyle="1" w:styleId="affd">
    <w:name w:val="Пример."/>
    <w:basedOn w:val="a2"/>
    <w:next w:val="Normal"/>
    <w:uiPriority w:val="99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e">
    <w:name w:val="Примечание."/>
    <w:basedOn w:val="a2"/>
    <w:next w:val="Normal"/>
    <w:uiPriority w:val="99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">
    <w:name w:val="Продолжение ссылки"/>
    <w:basedOn w:val="a0"/>
    <w:uiPriority w:val="99"/>
    <w:rsid w:val="00600B43"/>
    <w:rPr>
      <w:rFonts w:cs="Times New Roman"/>
      <w:bCs/>
      <w:szCs w:val="26"/>
    </w:rPr>
  </w:style>
  <w:style w:type="paragraph" w:customStyle="1" w:styleId="afff0">
    <w:name w:val="Словарная статья"/>
    <w:basedOn w:val="Normal"/>
    <w:next w:val="Normal"/>
    <w:uiPriority w:val="99"/>
    <w:rsid w:val="00600B43"/>
    <w:pPr>
      <w:ind w:right="118"/>
      <w:jc w:val="both"/>
    </w:pPr>
    <w:rPr>
      <w:sz w:val="24"/>
      <w:szCs w:val="24"/>
    </w:rPr>
  </w:style>
  <w:style w:type="character" w:customStyle="1" w:styleId="afff1">
    <w:name w:val="Сравнение редакций"/>
    <w:basedOn w:val="a"/>
    <w:uiPriority w:val="99"/>
    <w:rsid w:val="00600B43"/>
    <w:rPr>
      <w:rFonts w:cs="Times New Roman"/>
      <w:bCs/>
      <w:szCs w:val="26"/>
    </w:rPr>
  </w:style>
  <w:style w:type="character" w:customStyle="1" w:styleId="afff2">
    <w:name w:val="Сравнение редакций. Добавленный фрагмент"/>
    <w:uiPriority w:val="99"/>
    <w:rsid w:val="00600B43"/>
    <w:rPr>
      <w:color w:val="000000"/>
      <w:shd w:val="clear" w:color="auto" w:fill="auto"/>
    </w:rPr>
  </w:style>
  <w:style w:type="character" w:customStyle="1" w:styleId="afff3">
    <w:name w:val="Сравнение редакций. Удаленный фрагмент"/>
    <w:uiPriority w:val="99"/>
    <w:rsid w:val="00600B43"/>
    <w:rPr>
      <w:color w:val="000000"/>
      <w:shd w:val="clear" w:color="auto" w:fill="auto"/>
    </w:rPr>
  </w:style>
  <w:style w:type="paragraph" w:customStyle="1" w:styleId="afff4">
    <w:name w:val="Ссылка на официальную публикацию"/>
    <w:basedOn w:val="Normal"/>
    <w:next w:val="Normal"/>
    <w:uiPriority w:val="99"/>
    <w:rsid w:val="00600B43"/>
    <w:pPr>
      <w:jc w:val="both"/>
    </w:pPr>
    <w:rPr>
      <w:sz w:val="24"/>
      <w:szCs w:val="24"/>
    </w:rPr>
  </w:style>
  <w:style w:type="paragraph" w:customStyle="1" w:styleId="afff5">
    <w:name w:val="Текст в таблице"/>
    <w:basedOn w:val="aff2"/>
    <w:next w:val="Normal"/>
    <w:uiPriority w:val="99"/>
    <w:rsid w:val="00600B43"/>
    <w:pPr>
      <w:ind w:firstLine="500"/>
    </w:pPr>
  </w:style>
  <w:style w:type="paragraph" w:customStyle="1" w:styleId="afff6">
    <w:name w:val="Текст ЭР (см. также)"/>
    <w:basedOn w:val="Normal"/>
    <w:next w:val="Normal"/>
    <w:uiPriority w:val="99"/>
    <w:rsid w:val="00600B43"/>
    <w:pPr>
      <w:spacing w:before="200"/>
    </w:pPr>
    <w:rPr>
      <w:sz w:val="22"/>
      <w:szCs w:val="22"/>
    </w:rPr>
  </w:style>
  <w:style w:type="paragraph" w:customStyle="1" w:styleId="afff7">
    <w:name w:val="Технический комментарий"/>
    <w:basedOn w:val="Normal"/>
    <w:next w:val="Normal"/>
    <w:uiPriority w:val="99"/>
    <w:rsid w:val="00600B43"/>
    <w:rPr>
      <w:color w:val="463F31"/>
      <w:sz w:val="24"/>
      <w:szCs w:val="24"/>
      <w:shd w:val="clear" w:color="auto" w:fill="FFFFA6"/>
    </w:rPr>
  </w:style>
  <w:style w:type="character" w:customStyle="1" w:styleId="afff8">
    <w:name w:val="Утратил силу"/>
    <w:uiPriority w:val="99"/>
    <w:rsid w:val="00600B43"/>
    <w:rPr>
      <w:b/>
      <w:strike/>
      <w:color w:val="auto"/>
      <w:sz w:val="26"/>
    </w:rPr>
  </w:style>
  <w:style w:type="paragraph" w:customStyle="1" w:styleId="afff9">
    <w:name w:val="Формула"/>
    <w:basedOn w:val="Normal"/>
    <w:next w:val="Normal"/>
    <w:uiPriority w:val="99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a">
    <w:name w:val="Центрированный (таблица)"/>
    <w:basedOn w:val="aff2"/>
    <w:next w:val="Normal"/>
    <w:uiPriority w:val="99"/>
    <w:rsid w:val="00600B43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600B43"/>
    <w:pPr>
      <w:spacing w:before="300"/>
    </w:pPr>
  </w:style>
  <w:style w:type="character" w:styleId="Hyperlink">
    <w:name w:val="Hyperlink"/>
    <w:basedOn w:val="DefaultParagraphFont"/>
    <w:uiPriority w:val="99"/>
    <w:rsid w:val="002000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42E4B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218F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758A2"/>
    <w:rPr>
      <w:rFonts w:ascii="Arial" w:hAnsi="Arial" w:cs="Times New Roman"/>
      <w:sz w:val="26"/>
    </w:rPr>
  </w:style>
  <w:style w:type="paragraph" w:styleId="Footer">
    <w:name w:val="footer"/>
    <w:basedOn w:val="Normal"/>
    <w:link w:val="FooterChar"/>
    <w:uiPriority w:val="99"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758A2"/>
    <w:rPr>
      <w:rFonts w:ascii="Arial" w:hAnsi="Arial" w:cs="Times New Roman"/>
      <w:sz w:val="26"/>
    </w:rPr>
  </w:style>
  <w:style w:type="paragraph" w:customStyle="1" w:styleId="TableContents">
    <w:name w:val="Table Contents"/>
    <w:basedOn w:val="Normal"/>
    <w:uiPriority w:val="99"/>
    <w:rsid w:val="0044415D"/>
    <w:rPr>
      <w:rFonts w:ascii="Times New Roman" w:eastAsia="Arial Unicode MS" w:hAnsi="Times New Roman" w:cs="Tahoma"/>
      <w:sz w:val="24"/>
      <w:szCs w:val="24"/>
    </w:rPr>
  </w:style>
  <w:style w:type="paragraph" w:customStyle="1" w:styleId="afffb">
    <w:name w:val="Содержимое таблицы"/>
    <w:basedOn w:val="Normal"/>
    <w:uiPriority w:val="99"/>
    <w:rsid w:val="001861E6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87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36969366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801280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5301</TotalTime>
  <Pages>34</Pages>
  <Words>7634</Words>
  <Characters>-32766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subject/>
  <dc:creator>НПП "Гарант-Сервис"</dc:creator>
  <cp:keywords/>
  <dc:description/>
  <cp:lastModifiedBy>1</cp:lastModifiedBy>
  <cp:revision>36</cp:revision>
  <cp:lastPrinted>2018-03-26T13:06:00Z</cp:lastPrinted>
  <dcterms:created xsi:type="dcterms:W3CDTF">2013-03-11T04:11:00Z</dcterms:created>
  <dcterms:modified xsi:type="dcterms:W3CDTF">2018-03-30T08:29:00Z</dcterms:modified>
</cp:coreProperties>
</file>